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9052D" w14:textId="77777777" w:rsidR="000719BB" w:rsidRDefault="000719BB" w:rsidP="006C2343">
      <w:pPr>
        <w:pStyle w:val="Titul2"/>
      </w:pPr>
      <w:bookmarkStart w:id="0" w:name="_GoBack"/>
      <w:bookmarkEnd w:id="0"/>
    </w:p>
    <w:p w14:paraId="31685DB9" w14:textId="77777777" w:rsidR="00826B7B" w:rsidRDefault="00826B7B" w:rsidP="006C2343">
      <w:pPr>
        <w:pStyle w:val="Titul2"/>
      </w:pPr>
    </w:p>
    <w:p w14:paraId="0BE05BE6" w14:textId="77777777" w:rsidR="00DA1C67" w:rsidRDefault="00DA1C67" w:rsidP="006C2343">
      <w:pPr>
        <w:pStyle w:val="Titul2"/>
      </w:pPr>
    </w:p>
    <w:p w14:paraId="39324A4A" w14:textId="77777777" w:rsidR="003254A3" w:rsidRPr="000719BB" w:rsidRDefault="00BD76C3" w:rsidP="006C2343">
      <w:pPr>
        <w:pStyle w:val="Titul2"/>
      </w:pPr>
      <w:r>
        <w:t>Příloha č. 2 c)</w:t>
      </w:r>
    </w:p>
    <w:p w14:paraId="5958DA83" w14:textId="77777777" w:rsidR="003254A3" w:rsidRDefault="003254A3" w:rsidP="00AD0C7B">
      <w:pPr>
        <w:pStyle w:val="Titul2"/>
      </w:pPr>
    </w:p>
    <w:p w14:paraId="40C3C76E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1C699C2" w14:textId="77777777" w:rsidR="00AD0C7B" w:rsidRDefault="00AD0C7B" w:rsidP="00EB46E5">
      <w:pPr>
        <w:pStyle w:val="Titul2"/>
      </w:pPr>
    </w:p>
    <w:p w14:paraId="2B05764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B98451D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A294F6C3BB04DB6B21759FB222105AB"/>
        </w:placeholder>
        <w:text w:multiLine="1"/>
      </w:sdtPr>
      <w:sdtEndPr>
        <w:rPr>
          <w:rStyle w:val="Nzevakce"/>
        </w:rPr>
      </w:sdtEndPr>
      <w:sdtContent>
        <w:p w14:paraId="6BA0148B" w14:textId="77777777" w:rsidR="00BF54FE" w:rsidRDefault="00780AAF" w:rsidP="006C2343">
          <w:pPr>
            <w:pStyle w:val="Tituldatum"/>
          </w:pPr>
          <w:r w:rsidRPr="00780AAF">
            <w:rPr>
              <w:rStyle w:val="Nzevakce"/>
            </w:rPr>
            <w:t>Výstavba PZS v km 80,946 (P7346) a rekonstrukce PZS VÚD přejezdu P7347 v km 81,140 trati Ostrava-Kunčice – Valašské Meziříčí</w:t>
          </w:r>
        </w:p>
      </w:sdtContent>
    </w:sdt>
    <w:p w14:paraId="7740FC5F" w14:textId="77777777" w:rsidR="00BF54FE" w:rsidRDefault="00BF54FE" w:rsidP="006C2343">
      <w:pPr>
        <w:pStyle w:val="Tituldatum"/>
      </w:pPr>
    </w:p>
    <w:p w14:paraId="131ECDAA" w14:textId="77777777" w:rsidR="009226C1" w:rsidRDefault="009226C1" w:rsidP="006C2343">
      <w:pPr>
        <w:pStyle w:val="Tituldatum"/>
      </w:pPr>
    </w:p>
    <w:p w14:paraId="1FC49DB2" w14:textId="77777777" w:rsidR="00DA1C67" w:rsidRDefault="00DA1C67" w:rsidP="006C2343">
      <w:pPr>
        <w:pStyle w:val="Tituldatum"/>
      </w:pPr>
    </w:p>
    <w:p w14:paraId="54E26C36" w14:textId="77777777" w:rsidR="00DA1C67" w:rsidRDefault="00DA1C67" w:rsidP="006C2343">
      <w:pPr>
        <w:pStyle w:val="Tituldatum"/>
      </w:pPr>
    </w:p>
    <w:p w14:paraId="0D5E3673" w14:textId="77777777" w:rsidR="003B111D" w:rsidRDefault="003B111D" w:rsidP="006C2343">
      <w:pPr>
        <w:pStyle w:val="Tituldatum"/>
      </w:pPr>
    </w:p>
    <w:p w14:paraId="725BA3A7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31B09" w:rsidRPr="00D52D11">
        <w:t>1</w:t>
      </w:r>
      <w:r w:rsidR="008B588F" w:rsidRPr="00D52D11">
        <w:t>5</w:t>
      </w:r>
      <w:r w:rsidRPr="00D52D11">
        <w:t xml:space="preserve">. </w:t>
      </w:r>
      <w:r w:rsidR="00431B09" w:rsidRPr="00D52D11">
        <w:t>3</w:t>
      </w:r>
      <w:r w:rsidRPr="00D52D11">
        <w:t>. 20</w:t>
      </w:r>
      <w:r w:rsidR="00C93783" w:rsidRPr="00D52D11">
        <w:t>21</w:t>
      </w:r>
      <w:r w:rsidR="0076790E">
        <w:t xml:space="preserve"> </w:t>
      </w:r>
    </w:p>
    <w:p w14:paraId="40A2419E" w14:textId="77777777" w:rsidR="00826B7B" w:rsidRDefault="00826B7B">
      <w:r>
        <w:br w:type="page"/>
      </w:r>
    </w:p>
    <w:p w14:paraId="2BBC1F4B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D343257" w14:textId="7C6F5555" w:rsidR="00DF2F8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8464456" w:history="1">
        <w:r w:rsidR="00DF2F88" w:rsidRPr="00826A15">
          <w:rPr>
            <w:rStyle w:val="Hypertextovodkaz"/>
          </w:rPr>
          <w:t>SEZNAM ZKRATEK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_Toc68464456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3</w:t>
        </w:r>
        <w:r w:rsidR="00DF2F88">
          <w:rPr>
            <w:noProof/>
            <w:webHidden/>
          </w:rPr>
          <w:fldChar w:fldCharType="end"/>
        </w:r>
      </w:hyperlink>
    </w:p>
    <w:p w14:paraId="167C043C" w14:textId="331F8FC9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57" w:history="1">
        <w:r w:rsidR="00DF2F88" w:rsidRPr="00826A15">
          <w:rPr>
            <w:rStyle w:val="Hypertextovodkaz"/>
          </w:rPr>
          <w:t>1.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SPECIFIKACE PŘEDMĚTU DÍLA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_Toc68464457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2EBB26FF" w14:textId="738513A5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58" w:history="1">
        <w:r w:rsidR="00DF2F88" w:rsidRPr="00826A15">
          <w:rPr>
            <w:rStyle w:val="Hypertextovodkaz"/>
            <w:rFonts w:asciiTheme="majorHAnsi" w:hAnsiTheme="majorHAnsi"/>
          </w:rPr>
          <w:t>1.1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Účel a rozsah předmětu Díla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_Toc68464458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5CD3DD20" w14:textId="6148D3DD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59" w:history="1">
        <w:r w:rsidR="00DF2F88" w:rsidRPr="00826A15">
          <w:rPr>
            <w:rStyle w:val="Hypertextovodkaz"/>
            <w:rFonts w:asciiTheme="majorHAnsi" w:hAnsiTheme="majorHAnsi"/>
          </w:rPr>
          <w:t>1.2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Umístění stavby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_Toc68464459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46D70252" w14:textId="0E16D2C7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60" w:history="1">
        <w:r w:rsidR="00DF2F88" w:rsidRPr="00826A15">
          <w:rPr>
            <w:rStyle w:val="Hypertextovodkaz"/>
          </w:rPr>
          <w:t>2.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PŘEHLED VÝCHOZÍCH PODKLADŮ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_Toc68464460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4180DAA2" w14:textId="14EA427A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1" w:history="1">
        <w:r w:rsidR="00DF2F88" w:rsidRPr="00826A15">
          <w:rPr>
            <w:rStyle w:val="Hypertextovodkaz"/>
            <w:rFonts w:asciiTheme="majorHAnsi" w:hAnsiTheme="majorHAnsi"/>
          </w:rPr>
          <w:t>2.1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Projektová dokumentace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_Toc68464461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07504056" w14:textId="579ABD6E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2" w:history="1">
        <w:r w:rsidR="00DF2F88" w:rsidRPr="00826A15">
          <w:rPr>
            <w:rStyle w:val="Hypertextovodkaz"/>
            <w:rFonts w:asciiTheme="majorHAnsi" w:hAnsiTheme="majorHAnsi"/>
          </w:rPr>
          <w:t>2.2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Související dokumentace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_Toc68464462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4</w:t>
        </w:r>
        <w:r w:rsidR="00DF2F88">
          <w:rPr>
            <w:noProof/>
            <w:webHidden/>
          </w:rPr>
          <w:fldChar w:fldCharType="end"/>
        </w:r>
      </w:hyperlink>
    </w:p>
    <w:p w14:paraId="2CC0E1A9" w14:textId="0F28EBBA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63" w:history="1">
        <w:r w:rsidR="00DF2F88" w:rsidRPr="00826A15">
          <w:rPr>
            <w:rStyle w:val="Hypertextovodkaz"/>
          </w:rPr>
          <w:t>3.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KOORDINACE S JINÝMI STAVBAMI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_Toc68464463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5</w:t>
        </w:r>
        <w:r w:rsidR="00DF2F88">
          <w:rPr>
            <w:noProof/>
            <w:webHidden/>
          </w:rPr>
          <w:fldChar w:fldCharType="end"/>
        </w:r>
      </w:hyperlink>
    </w:p>
    <w:p w14:paraId="7E9DCFA1" w14:textId="64E53165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64" w:history="1">
        <w:r w:rsidR="00DF2F88" w:rsidRPr="00826A15">
          <w:rPr>
            <w:rStyle w:val="Hypertextovodkaz"/>
          </w:rPr>
          <w:t>4.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ZVLÁŠTNÍ TECHNICKÉ PODMÍNKY A POŽADAVKY NA PROVEDENÍ DÍLA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_Toc68464464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5</w:t>
        </w:r>
        <w:r w:rsidR="00DF2F88">
          <w:rPr>
            <w:noProof/>
            <w:webHidden/>
          </w:rPr>
          <w:fldChar w:fldCharType="end"/>
        </w:r>
      </w:hyperlink>
    </w:p>
    <w:p w14:paraId="07335F62" w14:textId="1904E121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5" w:history="1">
        <w:r w:rsidR="00DF2F88" w:rsidRPr="00826A15">
          <w:rPr>
            <w:rStyle w:val="Hypertextovodkaz"/>
            <w:rFonts w:asciiTheme="majorHAnsi" w:hAnsiTheme="majorHAnsi"/>
          </w:rPr>
          <w:t>4.1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Všeobecně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_Toc68464465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5</w:t>
        </w:r>
        <w:r w:rsidR="00DF2F88">
          <w:rPr>
            <w:noProof/>
            <w:webHidden/>
          </w:rPr>
          <w:fldChar w:fldCharType="end"/>
        </w:r>
      </w:hyperlink>
    </w:p>
    <w:p w14:paraId="58DEEADF" w14:textId="1BCE1AA4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6" w:history="1">
        <w:r w:rsidR="00DF2F88" w:rsidRPr="00826A15">
          <w:rPr>
            <w:rStyle w:val="Hypertextovodkaz"/>
            <w:rFonts w:asciiTheme="majorHAnsi" w:hAnsiTheme="majorHAnsi"/>
          </w:rPr>
          <w:t>4.2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Zeměměřická činnost zhotovitele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_Toc68464466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6</w:t>
        </w:r>
        <w:r w:rsidR="00DF2F88">
          <w:rPr>
            <w:noProof/>
            <w:webHidden/>
          </w:rPr>
          <w:fldChar w:fldCharType="end"/>
        </w:r>
      </w:hyperlink>
    </w:p>
    <w:p w14:paraId="7AE556A8" w14:textId="53841228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7" w:history="1">
        <w:r w:rsidR="00DF2F88" w:rsidRPr="00826A15">
          <w:rPr>
            <w:rStyle w:val="Hypertextovodkaz"/>
            <w:rFonts w:asciiTheme="majorHAnsi" w:hAnsiTheme="majorHAnsi"/>
          </w:rPr>
          <w:t>4.3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Majetkové vypořádání během zhotovení stavby a po jejím dokončení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_Toc68464467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6</w:t>
        </w:r>
        <w:r w:rsidR="00DF2F88">
          <w:rPr>
            <w:noProof/>
            <w:webHidden/>
          </w:rPr>
          <w:fldChar w:fldCharType="end"/>
        </w:r>
      </w:hyperlink>
    </w:p>
    <w:p w14:paraId="4B3A6F94" w14:textId="1AA60433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8" w:history="1">
        <w:r w:rsidR="00DF2F88" w:rsidRPr="00826A15">
          <w:rPr>
            <w:rStyle w:val="Hypertextovodkaz"/>
            <w:rFonts w:asciiTheme="majorHAnsi" w:hAnsiTheme="majorHAnsi"/>
          </w:rPr>
          <w:t>4.4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Doklady překládané zhotovitelem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_Toc68464468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7</w:t>
        </w:r>
        <w:r w:rsidR="00DF2F88">
          <w:rPr>
            <w:noProof/>
            <w:webHidden/>
          </w:rPr>
          <w:fldChar w:fldCharType="end"/>
        </w:r>
      </w:hyperlink>
    </w:p>
    <w:p w14:paraId="1BD7670C" w14:textId="4D60F63E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69" w:history="1">
        <w:r w:rsidR="00DF2F88" w:rsidRPr="00826A15">
          <w:rPr>
            <w:rStyle w:val="Hypertextovodkaz"/>
            <w:rFonts w:asciiTheme="majorHAnsi" w:hAnsiTheme="majorHAnsi"/>
          </w:rPr>
          <w:t>4.5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Dokumentace zhotovitele pro stavbu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_Toc68464469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7</w:t>
        </w:r>
        <w:r w:rsidR="00DF2F88">
          <w:rPr>
            <w:noProof/>
            <w:webHidden/>
          </w:rPr>
          <w:fldChar w:fldCharType="end"/>
        </w:r>
      </w:hyperlink>
    </w:p>
    <w:p w14:paraId="3198E883" w14:textId="1FE5EB0D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0" w:history="1">
        <w:r w:rsidR="00DF2F88" w:rsidRPr="00826A15">
          <w:rPr>
            <w:rStyle w:val="Hypertextovodkaz"/>
            <w:rFonts w:asciiTheme="majorHAnsi" w:hAnsiTheme="majorHAnsi"/>
          </w:rPr>
          <w:t>4.6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Dokumentace skutečného provedení stavby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_Toc68464470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521CC96C" w14:textId="60F7E1B9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1" w:history="1">
        <w:r w:rsidR="00DF2F88" w:rsidRPr="00826A15">
          <w:rPr>
            <w:rStyle w:val="Hypertextovodkaz"/>
            <w:rFonts w:asciiTheme="majorHAnsi" w:hAnsiTheme="majorHAnsi"/>
          </w:rPr>
          <w:t>4.7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Zabezpečovací zařízení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_Toc68464471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35681A4A" w14:textId="0E3F4D1F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5" w:history="1">
        <w:r w:rsidR="00DF2F88" w:rsidRPr="00826A15">
          <w:rPr>
            <w:rStyle w:val="Hypertextovodkaz"/>
            <w:rFonts w:asciiTheme="majorHAnsi" w:hAnsiTheme="majorHAnsi"/>
          </w:rPr>
          <w:t>4.8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Mosty, propustky a zdi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_Toc68464475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75C54B7E" w14:textId="0CF04AD5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6" w:history="1">
        <w:r w:rsidR="00DF2F88" w:rsidRPr="00826A15">
          <w:rPr>
            <w:rStyle w:val="Hypertextovodkaz"/>
            <w:rFonts w:asciiTheme="majorHAnsi" w:hAnsiTheme="majorHAnsi"/>
          </w:rPr>
          <w:t>4.9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Pozemní stavební objekty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_Toc68464476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2CEE0CF9" w14:textId="27688FED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7" w:history="1">
        <w:r w:rsidR="00DF2F88" w:rsidRPr="00826A15">
          <w:rPr>
            <w:rStyle w:val="Hypertextovodkaz"/>
            <w:rFonts w:asciiTheme="majorHAnsi" w:hAnsiTheme="majorHAnsi"/>
          </w:rPr>
          <w:t>4.10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Vyzískaný materiál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_Toc68464477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43746B06" w14:textId="2989EDA5" w:rsidR="00DF2F88" w:rsidRDefault="008620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464478" w:history="1">
        <w:r w:rsidR="00DF2F88" w:rsidRPr="00826A15">
          <w:rPr>
            <w:rStyle w:val="Hypertextovodkaz"/>
            <w:rFonts w:asciiTheme="majorHAnsi" w:hAnsiTheme="majorHAnsi"/>
          </w:rPr>
          <w:t>4.11</w:t>
        </w:r>
        <w:r w:rsidR="00DF2F8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Životní prostředí a nakládání s odpady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_Toc68464478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8</w:t>
        </w:r>
        <w:r w:rsidR="00DF2F88">
          <w:rPr>
            <w:noProof/>
            <w:webHidden/>
          </w:rPr>
          <w:fldChar w:fldCharType="end"/>
        </w:r>
      </w:hyperlink>
    </w:p>
    <w:p w14:paraId="643A925B" w14:textId="5D724727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79" w:history="1">
        <w:r w:rsidR="00DF2F88" w:rsidRPr="00826A15">
          <w:rPr>
            <w:rStyle w:val="Hypertextovodkaz"/>
          </w:rPr>
          <w:t>5.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ORGANIZACE VÝSTAVBY, VÝLUKY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_Toc68464479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9</w:t>
        </w:r>
        <w:r w:rsidR="00DF2F88">
          <w:rPr>
            <w:noProof/>
            <w:webHidden/>
          </w:rPr>
          <w:fldChar w:fldCharType="end"/>
        </w:r>
      </w:hyperlink>
    </w:p>
    <w:p w14:paraId="360D8A58" w14:textId="18C2285C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80" w:history="1">
        <w:r w:rsidR="00DF2F88" w:rsidRPr="00826A15">
          <w:rPr>
            <w:rStyle w:val="Hypertextovodkaz"/>
          </w:rPr>
          <w:t>6.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SOUVISEJÍCÍ DOKUMENTY A PŘEDPISY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_Toc68464480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9</w:t>
        </w:r>
        <w:r w:rsidR="00DF2F88">
          <w:rPr>
            <w:noProof/>
            <w:webHidden/>
          </w:rPr>
          <w:fldChar w:fldCharType="end"/>
        </w:r>
      </w:hyperlink>
    </w:p>
    <w:p w14:paraId="40813147" w14:textId="0822AD7C" w:rsidR="00DF2F88" w:rsidRDefault="008620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464481" w:history="1">
        <w:r w:rsidR="00DF2F88" w:rsidRPr="00826A15">
          <w:rPr>
            <w:rStyle w:val="Hypertextovodkaz"/>
          </w:rPr>
          <w:t>7.</w:t>
        </w:r>
        <w:r w:rsidR="00DF2F8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F2F88" w:rsidRPr="00826A15">
          <w:rPr>
            <w:rStyle w:val="Hypertextovodkaz"/>
          </w:rPr>
          <w:t>PŘÍLOHY</w:t>
        </w:r>
        <w:r w:rsidR="00DF2F88">
          <w:rPr>
            <w:noProof/>
            <w:webHidden/>
          </w:rPr>
          <w:tab/>
        </w:r>
        <w:r w:rsidR="00DF2F88">
          <w:rPr>
            <w:noProof/>
            <w:webHidden/>
          </w:rPr>
          <w:fldChar w:fldCharType="begin"/>
        </w:r>
        <w:r w:rsidR="00DF2F88">
          <w:rPr>
            <w:noProof/>
            <w:webHidden/>
          </w:rPr>
          <w:instrText xml:space="preserve"> PAGEREF _Toc68464481 \h </w:instrText>
        </w:r>
        <w:r w:rsidR="00DF2F88">
          <w:rPr>
            <w:noProof/>
            <w:webHidden/>
          </w:rPr>
        </w:r>
        <w:r w:rsidR="00DF2F88">
          <w:rPr>
            <w:noProof/>
            <w:webHidden/>
          </w:rPr>
          <w:fldChar w:fldCharType="separate"/>
        </w:r>
        <w:r w:rsidR="00DF2F88">
          <w:rPr>
            <w:noProof/>
            <w:webHidden/>
          </w:rPr>
          <w:t>9</w:t>
        </w:r>
        <w:r w:rsidR="00DF2F88">
          <w:rPr>
            <w:noProof/>
            <w:webHidden/>
          </w:rPr>
          <w:fldChar w:fldCharType="end"/>
        </w:r>
      </w:hyperlink>
    </w:p>
    <w:p w14:paraId="20557799" w14:textId="5E566063" w:rsidR="00AD0C7B" w:rsidRDefault="00BD7E91" w:rsidP="008D03B9">
      <w:r>
        <w:fldChar w:fldCharType="end"/>
      </w:r>
    </w:p>
    <w:p w14:paraId="09D9F324" w14:textId="77777777" w:rsidR="009F22F0" w:rsidRDefault="009F22F0" w:rsidP="00DA1C67">
      <w:pPr>
        <w:pStyle w:val="Nadpisbezsl1-1"/>
        <w:outlineLvl w:val="0"/>
      </w:pPr>
      <w:bookmarkStart w:id="1" w:name="_Toc13731854"/>
      <w:r>
        <w:br w:type="page"/>
      </w:r>
    </w:p>
    <w:p w14:paraId="0951554B" w14:textId="77777777" w:rsidR="00AD0C7B" w:rsidRDefault="00AD0C7B" w:rsidP="00DA1C67">
      <w:pPr>
        <w:pStyle w:val="Nadpisbezsl1-1"/>
        <w:outlineLvl w:val="0"/>
      </w:pPr>
      <w:bookmarkStart w:id="2" w:name="_Toc68464456"/>
      <w:r>
        <w:lastRenderedPageBreak/>
        <w:t>SEZNAM ZKRATEK</w:t>
      </w:r>
      <w:bookmarkEnd w:id="2"/>
      <w:r w:rsidR="0076790E">
        <w:t xml:space="preserve"> </w:t>
      </w:r>
      <w:bookmarkEnd w:id="1"/>
    </w:p>
    <w:p w14:paraId="1041CDF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E6DF3" w:rsidRPr="00C93783" w14:paraId="75E23212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87BE5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BPEJ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9E1D98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Arial"/>
                <w:bCs/>
              </w:rPr>
              <w:t>Bonitovaná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půdně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ekologická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jednotka</w:t>
            </w:r>
          </w:p>
        </w:tc>
      </w:tr>
      <w:tr w:rsidR="000E6DF3" w:rsidRPr="00C93783" w14:paraId="13B92B77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7E54A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13E807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Dopravní inspektorát</w:t>
            </w:r>
          </w:p>
        </w:tc>
      </w:tr>
      <w:tr w:rsidR="000E6DF3" w:rsidRPr="00C93783" w14:paraId="5665F9C9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527D2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DIO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956C3B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Dopravně-inženýrské opatření</w:t>
            </w:r>
          </w:p>
        </w:tc>
      </w:tr>
      <w:tr w:rsidR="000E6DF3" w:rsidRPr="00C93783" w14:paraId="2703DFD5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2C7282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EH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319A93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Hodnocení ekonomické efektivnosti</w:t>
            </w:r>
          </w:p>
        </w:tc>
      </w:tr>
      <w:tr w:rsidR="000E6DF3" w:rsidRPr="00C93783" w14:paraId="44776DE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AEAD7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proofErr w:type="gramStart"/>
            <w:r w:rsidRPr="00431B09">
              <w:rPr>
                <w:rFonts w:asciiTheme="minorHAnsi" w:hAnsiTheme="minorHAnsi"/>
                <w:szCs w:val="16"/>
              </w:rPr>
              <w:t>HDPE ..…</w:t>
            </w:r>
            <w:proofErr w:type="gramEnd"/>
            <w:r w:rsidRPr="00431B09">
              <w:rPr>
                <w:rFonts w:asciiTheme="minorHAnsi" w:hAnsiTheme="minorHAnsi"/>
                <w:szCs w:val="16"/>
              </w:rPr>
              <w:t>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41AC2F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Tahoma"/>
              </w:rPr>
              <w:t>Vysokohustotní</w:t>
            </w:r>
            <w:proofErr w:type="spellEnd"/>
            <w:r w:rsidRPr="00431B09">
              <w:rPr>
                <w:rFonts w:asciiTheme="minorHAnsi" w:hAnsiTheme="minorHAnsi" w:cs="Tahoma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Tahoma"/>
              </w:rPr>
              <w:t>polyethylen</w:t>
            </w:r>
            <w:proofErr w:type="spellEnd"/>
          </w:p>
        </w:tc>
      </w:tr>
      <w:tr w:rsidR="000E6DF3" w:rsidRPr="00C93783" w14:paraId="03A9234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BF0C4F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JOP……………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47F5B0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Jednotné obslužné pracoviště</w:t>
            </w:r>
          </w:p>
        </w:tc>
      </w:tr>
      <w:tr w:rsidR="000E6DF3" w:rsidRPr="00C93783" w14:paraId="58D179D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A1E94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LED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33BC74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Light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Emitting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Diode</w:t>
            </w:r>
            <w:proofErr w:type="spellEnd"/>
          </w:p>
        </w:tc>
      </w:tr>
      <w:tr w:rsidR="000E6DF3" w:rsidRPr="00C93783" w14:paraId="2D0AC52E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3B324C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LDSŽ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05729D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Lokální distribuční soustava železnic</w:t>
            </w:r>
          </w:p>
        </w:tc>
      </w:tr>
      <w:tr w:rsidR="000E6DF3" w:rsidRPr="00C93783" w14:paraId="61DA629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B4EE1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NAD………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4DC70F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Náhradní autobusová doprava</w:t>
            </w:r>
          </w:p>
        </w:tc>
      </w:tr>
      <w:tr w:rsidR="000E6DF3" w:rsidRPr="00C93783" w14:paraId="32EDCC62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041F8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PZS 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3A697E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Přejezdové zabezpečovací zařízení světelné</w:t>
            </w:r>
          </w:p>
        </w:tc>
      </w:tr>
      <w:tr w:rsidR="000E6DF3" w:rsidRPr="00C93783" w14:paraId="2F37AFEC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69B9F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RFID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4D22AA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Arial"/>
                <w:bCs/>
              </w:rPr>
              <w:t>Radio</w:t>
            </w:r>
            <w:proofErr w:type="spellEnd"/>
            <w:r w:rsidRPr="00431B09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Frequency</w:t>
            </w:r>
            <w:proofErr w:type="spellEnd"/>
            <w:r w:rsidRPr="00431B09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Identification</w:t>
            </w:r>
            <w:proofErr w:type="spellEnd"/>
          </w:p>
        </w:tc>
      </w:tr>
      <w:tr w:rsidR="000E6DF3" w:rsidRPr="00C93783" w14:paraId="693BDDDF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64B440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SEE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63A19D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Správa elektrotechniky a energetiky</w:t>
            </w:r>
          </w:p>
        </w:tc>
      </w:tr>
      <w:tr w:rsidR="000E6DF3" w:rsidRPr="00C93783" w14:paraId="094F90FB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BBAC0C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SZZ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421C0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Staniční zabezpečovací zařízení</w:t>
            </w:r>
          </w:p>
        </w:tc>
      </w:tr>
      <w:tr w:rsidR="000E6DF3" w:rsidRPr="00C93783" w14:paraId="5C51B31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799293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SŽDC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F8DD61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Správa železniční dopravní cesty, státní organizace</w:t>
            </w:r>
          </w:p>
        </w:tc>
      </w:tr>
      <w:tr w:rsidR="000E6DF3" w:rsidRPr="00C93783" w14:paraId="5AFD14F1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5180DB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TEN-T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C92E2B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Trans-</w:t>
            </w:r>
            <w:proofErr w:type="spellStart"/>
            <w:r w:rsidRPr="00431B09">
              <w:rPr>
                <w:rFonts w:asciiTheme="minorHAnsi" w:hAnsiTheme="minorHAnsi"/>
              </w:rPr>
              <w:t>European</w:t>
            </w:r>
            <w:proofErr w:type="spellEnd"/>
            <w:r w:rsidRPr="00431B09">
              <w:rPr>
                <w:rFonts w:asciiTheme="minorHAnsi" w:hAnsiTheme="minorHAnsi"/>
              </w:rPr>
              <w:t xml:space="preserve"> Transport </w:t>
            </w:r>
            <w:proofErr w:type="spellStart"/>
            <w:r w:rsidRPr="00431B09">
              <w:rPr>
                <w:rFonts w:asciiTheme="minorHAnsi" w:hAnsiTheme="minorHAnsi"/>
              </w:rPr>
              <w:t>Networks</w:t>
            </w:r>
            <w:proofErr w:type="spellEnd"/>
            <w:r w:rsidRPr="00431B09">
              <w:rPr>
                <w:rFonts w:asciiTheme="minorHAnsi" w:hAnsiTheme="minorHAnsi"/>
              </w:rPr>
              <w:t xml:space="preserve"> (transevropská dopravní síť)</w:t>
            </w:r>
          </w:p>
        </w:tc>
      </w:tr>
      <w:tr w:rsidR="000E6DF3" w:rsidRPr="00C93783" w14:paraId="5C05E79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93BEA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TV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C5C17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Trakční vedení</w:t>
            </w:r>
          </w:p>
        </w:tc>
      </w:tr>
      <w:tr w:rsidR="000E6DF3" w:rsidRPr="00C93783" w14:paraId="6B1934ED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3B5F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B8EAEB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Traťové zabezpečovací zařízení</w:t>
            </w:r>
          </w:p>
        </w:tc>
      </w:tr>
      <w:tr w:rsidR="000E6DF3" w:rsidRPr="00C93783" w14:paraId="2E53C6E7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10561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UTZ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C3A313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Určené technické zařízení</w:t>
            </w:r>
          </w:p>
        </w:tc>
      </w:tr>
      <w:tr w:rsidR="000E6DF3" w:rsidRPr="00C93783" w14:paraId="5E698E06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024BD5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ÚSES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2401E4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/>
              </w:rPr>
              <w:t>Územní systém ekologické stability</w:t>
            </w:r>
          </w:p>
        </w:tc>
      </w:tr>
      <w:tr w:rsidR="000E6DF3" w:rsidRPr="00C93783" w14:paraId="153A9DD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7A624F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VKP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1A3A47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 w:cs="Arial"/>
                <w:bCs/>
              </w:rPr>
              <w:t>Významný krajinný prvek</w:t>
            </w:r>
          </w:p>
        </w:tc>
      </w:tr>
      <w:tr w:rsidR="000E6DF3" w:rsidRPr="00C93783" w14:paraId="5BF88A2E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7330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ZCHÚ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FD642A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Zvláště chráněné území</w:t>
            </w:r>
          </w:p>
        </w:tc>
      </w:tr>
      <w:tr w:rsidR="000E6DF3" w:rsidRPr="00C93783" w14:paraId="2C358F52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D9E844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ZZ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06594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Zabezpečovací zařízení</w:t>
            </w:r>
          </w:p>
        </w:tc>
      </w:tr>
      <w:tr w:rsidR="000E6DF3" w:rsidRPr="006C33D8" w14:paraId="7DF34EE6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C80B3E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ŽST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6403D2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Železniční stanice</w:t>
            </w:r>
          </w:p>
        </w:tc>
      </w:tr>
      <w:tr w:rsidR="000E6DF3" w:rsidRPr="006C33D8" w14:paraId="25ED6A5A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26D5EC" w14:textId="77777777" w:rsidR="000E6DF3" w:rsidRPr="0042385E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E9AF0D" w14:textId="77777777" w:rsidR="000E6DF3" w:rsidRPr="0042385E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</w:p>
        </w:tc>
      </w:tr>
    </w:tbl>
    <w:p w14:paraId="2015D65D" w14:textId="77777777" w:rsidR="00041EC8" w:rsidRDefault="00041EC8" w:rsidP="00AD0C7B"/>
    <w:p w14:paraId="00CD7532" w14:textId="77777777" w:rsidR="00826B7B" w:rsidRDefault="00826B7B">
      <w:r>
        <w:br w:type="page"/>
      </w:r>
    </w:p>
    <w:p w14:paraId="6515B69C" w14:textId="77777777" w:rsidR="00DF7BAA" w:rsidRDefault="00DF7BAA" w:rsidP="00DF7BAA">
      <w:pPr>
        <w:pStyle w:val="Nadpis2-1"/>
      </w:pPr>
      <w:bookmarkStart w:id="3" w:name="_Toc6410429"/>
      <w:bookmarkStart w:id="4" w:name="_Toc6846445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D0B6866" w14:textId="77777777" w:rsidR="00DF7BAA" w:rsidRDefault="00DF7BAA" w:rsidP="00A51307">
      <w:pPr>
        <w:pStyle w:val="Nadpis2-2"/>
      </w:pPr>
      <w:bookmarkStart w:id="10" w:name="_Toc6410430"/>
      <w:bookmarkStart w:id="11" w:name="_Toc68464458"/>
      <w:r>
        <w:t>Účel a rozsah předmětu Díla</w:t>
      </w:r>
      <w:bookmarkEnd w:id="10"/>
      <w:bookmarkEnd w:id="11"/>
    </w:p>
    <w:p w14:paraId="09B0DB50" w14:textId="77777777" w:rsidR="00A51307" w:rsidRPr="00E80551" w:rsidRDefault="001B396B" w:rsidP="001B396B">
      <w:pPr>
        <w:pStyle w:val="Text2-1"/>
      </w:pPr>
      <w:r w:rsidRPr="001B396B">
        <w:t>Předmětem díla je zhotovení stavby „</w:t>
      </w:r>
      <w:r w:rsidRPr="001B396B">
        <w:rPr>
          <w:b/>
        </w:rPr>
        <w:t>Výstavba PZS v km 80,946 (P7346) a rekonstrukce PZS VÚD přejezdu P7347 v km 81,140 trati Ostrava-Kunčice – Valašské Meziříčí</w:t>
      </w:r>
      <w:r w:rsidRPr="001B396B">
        <w:t>“ jejímž cílem je zvýšení bezpečnosti na železničních přejezdech a také zajištění větší spolehlivosti a technické úrovně železniční dopravní cesty. Jedná se o výstavbu přejezdového zabezpečovacího zařízení na přejezdu P7346 v km 80,946 trati Ostrava-Kunčice – Valašské Meziříčí o nové zabezpečovací zařízení světelným kategorie PZS 3SBI s pozitivní signalizací, bez závor. Dále rekonstrukce přejezdového zabezpečovacího zařízení na přejezdu P7347 v km 81,140 trati Ostrava-Kunčice – Valašské Meziříčí novým zabezpečovacím zařízením světelným PZS 3ZBI s pozitivní signalizací s celými závorami. Realizovaná stavba bude sloužit pro potřebu provozu dráhy a zvýší bezpečnost účastníků železničního a silničního provozu. Vybudované PZS budou vyhovovat ustanovením normy ČSN 34 2650 ed.2 „Železniční zabezpečovací zařízení – Přejezdová zabezpečovací zařízení“.</w:t>
      </w:r>
    </w:p>
    <w:p w14:paraId="60DA3FC3" w14:textId="77777777" w:rsidR="00DF7BAA" w:rsidRPr="00E80551" w:rsidRDefault="00DF7BAA" w:rsidP="00DF7BAA">
      <w:pPr>
        <w:pStyle w:val="Text2-1"/>
      </w:pPr>
      <w:r w:rsidRPr="00E80551">
        <w:t>Rozsah Díla „</w:t>
      </w:r>
      <w:r w:rsidR="0034547A" w:rsidRPr="00E80551">
        <w:rPr>
          <w:b/>
        </w:rPr>
        <w:t>Výstavba PZS v km 80,946 (P7346) a rekonstrukce PZS VÚD přejezdu P7347 v km 81,140 trati Ostrava-Kunčice – Valašské Meziříčí</w:t>
      </w:r>
      <w:r w:rsidR="0034547A" w:rsidRPr="00E80551">
        <w:t>“ je:</w:t>
      </w:r>
    </w:p>
    <w:p w14:paraId="2FCD026B" w14:textId="77777777" w:rsidR="00D12C76" w:rsidRPr="00E80551" w:rsidRDefault="00D12C76" w:rsidP="00936D2A">
      <w:pPr>
        <w:pStyle w:val="Odrka1-1"/>
      </w:pPr>
      <w:r w:rsidRPr="00E80551">
        <w:t>zhotovení stavby dle zadávací dokumentace,</w:t>
      </w:r>
    </w:p>
    <w:p w14:paraId="66E28FE5" w14:textId="77777777" w:rsidR="00D12C76" w:rsidRPr="00E80551" w:rsidRDefault="00D12C76" w:rsidP="00936D2A">
      <w:pPr>
        <w:pStyle w:val="Odrka1-1"/>
      </w:pPr>
      <w:r w:rsidRPr="00E80551">
        <w:t xml:space="preserve">zpracování </w:t>
      </w:r>
      <w:r w:rsidR="001B396B">
        <w:t>r</w:t>
      </w:r>
      <w:r w:rsidRPr="00E80551">
        <w:t>ealizační dokumentace,</w:t>
      </w:r>
    </w:p>
    <w:p w14:paraId="1CB739E8" w14:textId="77777777" w:rsidR="00D12C76" w:rsidRPr="00E80551" w:rsidRDefault="00D12C76" w:rsidP="00936D2A">
      <w:pPr>
        <w:pStyle w:val="Odrka1-1"/>
      </w:pPr>
      <w:r w:rsidRPr="00E80551">
        <w:t xml:space="preserve">vypracování </w:t>
      </w:r>
      <w:r w:rsidR="001B396B">
        <w:t>d</w:t>
      </w:r>
      <w:r w:rsidRPr="00E80551">
        <w:t>okument</w:t>
      </w:r>
      <w:r w:rsidR="001B396B">
        <w:t>ace skutečného provedení stavby</w:t>
      </w:r>
    </w:p>
    <w:p w14:paraId="3C353A78" w14:textId="77777777" w:rsidR="00DF7BAA" w:rsidRPr="00E80551" w:rsidRDefault="00DF7BAA" w:rsidP="00DF7BAA">
      <w:pPr>
        <w:pStyle w:val="Nadpis2-2"/>
      </w:pPr>
      <w:bookmarkStart w:id="12" w:name="_Toc6410431"/>
      <w:bookmarkStart w:id="13" w:name="_Toc68464459"/>
      <w:r w:rsidRPr="00E80551">
        <w:t>Umístění stavby</w:t>
      </w:r>
      <w:bookmarkEnd w:id="12"/>
      <w:bookmarkEnd w:id="13"/>
    </w:p>
    <w:p w14:paraId="6110E87B" w14:textId="77777777" w:rsidR="002A6E05" w:rsidRPr="00E80551" w:rsidRDefault="002A6E05" w:rsidP="002A6E05">
      <w:pPr>
        <w:pStyle w:val="Text2-1"/>
      </w:pPr>
      <w:r w:rsidRPr="00E80551">
        <w:t>Stavba bude probíhat na regionální trati 323 (dle KJŘ) Ostrava-Kunčice – Valašské Meziříčí</w:t>
      </w:r>
    </w:p>
    <w:p w14:paraId="60B39D2F" w14:textId="77777777" w:rsidR="002A6E05" w:rsidRPr="00E80551" w:rsidRDefault="002A6E05" w:rsidP="002A6E05">
      <w:pPr>
        <w:pStyle w:val="Text2-2"/>
        <w:numPr>
          <w:ilvl w:val="0"/>
          <w:numId w:val="0"/>
        </w:numPr>
        <w:ind w:left="1701" w:hanging="964"/>
      </w:pPr>
      <w:r w:rsidRPr="00E80551">
        <w:t xml:space="preserve">TUDU: </w:t>
      </w:r>
      <w:r w:rsidR="009F22F0" w:rsidRPr="00E80551">
        <w:tab/>
      </w:r>
      <w:r w:rsidR="009F22F0" w:rsidRPr="00E80551">
        <w:tab/>
      </w:r>
      <w:r w:rsidRPr="00E80551">
        <w:t>213108</w:t>
      </w:r>
      <w:r w:rsidR="009F22F0" w:rsidRPr="00E80551">
        <w:t xml:space="preserve"> - </w:t>
      </w:r>
      <w:r w:rsidRPr="00E80551">
        <w:t xml:space="preserve">Veřovice – Frenštát pod Radhoštěm, </w:t>
      </w:r>
    </w:p>
    <w:p w14:paraId="65A2007E" w14:textId="77777777" w:rsidR="002A6E05" w:rsidRPr="00E80551" w:rsidRDefault="002A6E05" w:rsidP="009F22F0">
      <w:pPr>
        <w:pStyle w:val="Text2-1"/>
        <w:numPr>
          <w:ilvl w:val="0"/>
          <w:numId w:val="0"/>
        </w:numPr>
        <w:ind w:left="1446" w:firstLine="681"/>
      </w:pPr>
      <w:r w:rsidRPr="00E80551">
        <w:t xml:space="preserve">v km 80,878 715 – 81,570 470; </w:t>
      </w:r>
    </w:p>
    <w:p w14:paraId="12F9DB9C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Kraj: </w:t>
      </w:r>
      <w:r w:rsidRPr="00E80551">
        <w:tab/>
      </w:r>
      <w:r w:rsidRPr="00E80551">
        <w:tab/>
        <w:t xml:space="preserve">Moravskoslezský, </w:t>
      </w:r>
    </w:p>
    <w:p w14:paraId="166AB07D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Obec: </w:t>
      </w:r>
      <w:r w:rsidRPr="00E80551">
        <w:tab/>
      </w:r>
      <w:r w:rsidRPr="00E80551">
        <w:tab/>
        <w:t>Veřovice [500259], Bordovice [568431],</w:t>
      </w:r>
      <w:r w:rsidRPr="00E80551">
        <w:tab/>
      </w:r>
      <w:r w:rsidRPr="00E80551">
        <w:tab/>
      </w:r>
      <w:r w:rsidRPr="00E80551">
        <w:tab/>
      </w:r>
      <w:r w:rsidRPr="00E80551">
        <w:tab/>
      </w:r>
      <w:r w:rsidRPr="00E80551">
        <w:tab/>
      </w:r>
      <w:r w:rsidRPr="00E80551">
        <w:tab/>
        <w:t>Lichnov [599603]</w:t>
      </w:r>
    </w:p>
    <w:p w14:paraId="16016376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Katastrální území: </w:t>
      </w:r>
      <w:r w:rsidRPr="00E80551">
        <w:tab/>
        <w:t>Veřovice [780367], Bordovice [607444],</w:t>
      </w:r>
      <w:r w:rsidRPr="00E80551">
        <w:tab/>
      </w:r>
      <w:r w:rsidRPr="00E80551">
        <w:tab/>
      </w:r>
      <w:r w:rsidRPr="00E80551">
        <w:tab/>
      </w:r>
      <w:r w:rsidRPr="00E80551">
        <w:tab/>
      </w:r>
      <w:r w:rsidRPr="00E80551">
        <w:tab/>
      </w:r>
      <w:r w:rsidR="009F22F0" w:rsidRPr="00E80551">
        <w:tab/>
      </w:r>
      <w:r w:rsidRPr="00E80551">
        <w:t>Lichnov u Nového Jičína [683787]</w:t>
      </w:r>
    </w:p>
    <w:p w14:paraId="4E51543F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proofErr w:type="spellStart"/>
      <w:proofErr w:type="gramStart"/>
      <w:r w:rsidRPr="00E80551">
        <w:t>Par.č</w:t>
      </w:r>
      <w:proofErr w:type="spellEnd"/>
      <w:r w:rsidRPr="00E80551">
        <w:t>.</w:t>
      </w:r>
      <w:proofErr w:type="gramEnd"/>
      <w:r w:rsidRPr="00E80551">
        <w:t xml:space="preserve">: </w:t>
      </w:r>
      <w:r w:rsidRPr="00E80551">
        <w:tab/>
      </w:r>
      <w:r w:rsidRPr="00E80551">
        <w:tab/>
      </w:r>
      <w:proofErr w:type="spellStart"/>
      <w:r w:rsidRPr="00E80551">
        <w:t>k.ú</w:t>
      </w:r>
      <w:proofErr w:type="spellEnd"/>
      <w:r w:rsidRPr="00E80551">
        <w:t xml:space="preserve">. </w:t>
      </w:r>
      <w:proofErr w:type="spellStart"/>
      <w:r w:rsidRPr="00E80551">
        <w:t>Věřovice</w:t>
      </w:r>
      <w:proofErr w:type="spellEnd"/>
      <w:r w:rsidRPr="00E80551">
        <w:t xml:space="preserve"> - 2166/3, 2166/4; </w:t>
      </w:r>
    </w:p>
    <w:p w14:paraId="2119DF70" w14:textId="77777777" w:rsidR="002A6E05" w:rsidRPr="00E80551" w:rsidRDefault="002A6E05" w:rsidP="009F22F0">
      <w:pPr>
        <w:pStyle w:val="Text2-1"/>
        <w:numPr>
          <w:ilvl w:val="0"/>
          <w:numId w:val="0"/>
        </w:numPr>
        <w:ind w:left="1446" w:firstLine="681"/>
      </w:pPr>
      <w:proofErr w:type="spellStart"/>
      <w:proofErr w:type="gramStart"/>
      <w:r w:rsidRPr="00E80551">
        <w:t>k.ú</w:t>
      </w:r>
      <w:proofErr w:type="spellEnd"/>
      <w:r w:rsidRPr="00E80551">
        <w:t>.</w:t>
      </w:r>
      <w:proofErr w:type="gramEnd"/>
      <w:r w:rsidRPr="00E80551">
        <w:t xml:space="preserve"> Bordovice - 1044/1, 1026/8, 842/2, 954/3;</w:t>
      </w:r>
    </w:p>
    <w:p w14:paraId="789D8A66" w14:textId="77777777" w:rsidR="002A6E05" w:rsidRPr="00E80551" w:rsidRDefault="002A6E05" w:rsidP="009F22F0">
      <w:pPr>
        <w:pStyle w:val="Text2-1"/>
        <w:numPr>
          <w:ilvl w:val="0"/>
          <w:numId w:val="0"/>
        </w:numPr>
        <w:ind w:left="1446" w:firstLine="681"/>
      </w:pPr>
      <w:proofErr w:type="spellStart"/>
      <w:proofErr w:type="gramStart"/>
      <w:r w:rsidRPr="00E80551">
        <w:t>k.ú</w:t>
      </w:r>
      <w:proofErr w:type="spellEnd"/>
      <w:r w:rsidRPr="00E80551">
        <w:t>.</w:t>
      </w:r>
      <w:proofErr w:type="gramEnd"/>
      <w:r w:rsidRPr="00E80551">
        <w:t xml:space="preserve"> Lichnov u Nového Jičína – 2205</w:t>
      </w:r>
    </w:p>
    <w:p w14:paraId="4ED36C88" w14:textId="77777777" w:rsidR="00DF7BAA" w:rsidRPr="00E80551" w:rsidRDefault="00DF7BAA" w:rsidP="002A6E05">
      <w:pPr>
        <w:pStyle w:val="Text2-1"/>
        <w:numPr>
          <w:ilvl w:val="0"/>
          <w:numId w:val="0"/>
        </w:numPr>
        <w:ind w:left="737"/>
      </w:pPr>
    </w:p>
    <w:p w14:paraId="1FF77274" w14:textId="77777777" w:rsidR="00DF7BAA" w:rsidRPr="00E80551" w:rsidRDefault="00DF7BAA" w:rsidP="00DF7BAA">
      <w:pPr>
        <w:pStyle w:val="Nadpis2-1"/>
      </w:pPr>
      <w:bookmarkStart w:id="14" w:name="_Toc6410432"/>
      <w:bookmarkStart w:id="15" w:name="_Toc68464460"/>
      <w:r w:rsidRPr="00E80551">
        <w:t>PŘEHLED VÝCHOZÍCH PODKLADŮ</w:t>
      </w:r>
      <w:bookmarkEnd w:id="14"/>
      <w:bookmarkEnd w:id="15"/>
    </w:p>
    <w:p w14:paraId="72EE85D5" w14:textId="77777777" w:rsidR="00DF7BAA" w:rsidRPr="00E80551" w:rsidRDefault="00DF7BAA" w:rsidP="00DF7BAA">
      <w:pPr>
        <w:pStyle w:val="Nadpis2-2"/>
      </w:pPr>
      <w:bookmarkStart w:id="16" w:name="_Toc6410433"/>
      <w:bookmarkStart w:id="17" w:name="_Toc68464461"/>
      <w:r w:rsidRPr="00E80551">
        <w:t>Projektová dokumentace</w:t>
      </w:r>
      <w:bookmarkEnd w:id="16"/>
      <w:bookmarkEnd w:id="17"/>
    </w:p>
    <w:p w14:paraId="43913756" w14:textId="77777777" w:rsidR="00DF7BAA" w:rsidRPr="00E80551" w:rsidRDefault="00DF7BAA" w:rsidP="002A6E05">
      <w:pPr>
        <w:pStyle w:val="Text2-1"/>
      </w:pPr>
      <w:r w:rsidRPr="00E80551">
        <w:t xml:space="preserve">Projektová dokumentace </w:t>
      </w:r>
      <w:r w:rsidR="002A6E05" w:rsidRPr="00E80551">
        <w:t>„</w:t>
      </w:r>
      <w:r w:rsidR="002A6E05" w:rsidRPr="00E80551">
        <w:rPr>
          <w:b/>
        </w:rPr>
        <w:t>Výstavba PZS v km 80,946 (P7346) a rekonstrukce PZS VÚD přejezdu P7347 v km 81,140 trati Ostrava – Valašské Meziříčí</w:t>
      </w:r>
      <w:r w:rsidR="002A6E05" w:rsidRPr="00E80551">
        <w:t>„</w:t>
      </w:r>
      <w:r w:rsidRPr="00E80551">
        <w:t xml:space="preserve"> zpracovatel </w:t>
      </w:r>
      <w:r w:rsidR="002A6E05" w:rsidRPr="00E80551">
        <w:t>SB projekt s.r.o. ze dne 08/2020.</w:t>
      </w:r>
    </w:p>
    <w:p w14:paraId="3504BAEE" w14:textId="77777777" w:rsidR="00BA2F47" w:rsidRDefault="00BA2F47" w:rsidP="00BA2F47">
      <w:pPr>
        <w:pStyle w:val="Textbezslovn"/>
      </w:pPr>
      <w:r w:rsidRPr="00E80551">
        <w:t>Zhotovitel po uzavření SOD obdrží elektronickou podobu Projektové dokumentace v otevřené formě.</w:t>
      </w:r>
    </w:p>
    <w:p w14:paraId="11840A64" w14:textId="77777777" w:rsidR="00DF7BAA" w:rsidRDefault="00DF7BAA" w:rsidP="00DF7BAA">
      <w:pPr>
        <w:pStyle w:val="Nadpis2-2"/>
      </w:pPr>
      <w:bookmarkStart w:id="18" w:name="_Toc6410434"/>
      <w:bookmarkStart w:id="19" w:name="_Toc68464462"/>
      <w:r>
        <w:t>Související dokumentace</w:t>
      </w:r>
      <w:bookmarkEnd w:id="18"/>
      <w:bookmarkEnd w:id="19"/>
    </w:p>
    <w:p w14:paraId="41B823B7" w14:textId="77777777" w:rsidR="00DF7BAA" w:rsidRDefault="00DF7BAA" w:rsidP="00DF7BAA">
      <w:pPr>
        <w:pStyle w:val="Text2-1"/>
      </w:pPr>
      <w:r w:rsidRPr="00F97079">
        <w:t xml:space="preserve">Schvalovací protokol projektu SŽ </w:t>
      </w:r>
      <w:proofErr w:type="gramStart"/>
      <w:r w:rsidR="00D71DB5" w:rsidRPr="00F97079">
        <w:t>č.j.</w:t>
      </w:r>
      <w:proofErr w:type="gramEnd"/>
      <w:r w:rsidR="00D71DB5" w:rsidRPr="00F97079">
        <w:t>: 17628/2021-SŽ-GŘ-O6-Hlo ze dne 11. března</w:t>
      </w:r>
      <w:r w:rsidR="00D71DB5">
        <w:t xml:space="preserve"> 2021</w:t>
      </w:r>
    </w:p>
    <w:p w14:paraId="503F02DD" w14:textId="221A157D" w:rsidR="00DF7BAA" w:rsidRDefault="00C42A70" w:rsidP="00DF7BAA">
      <w:pPr>
        <w:pStyle w:val="Text2-1"/>
      </w:pPr>
      <w:r>
        <w:lastRenderedPageBreak/>
        <w:t>Společné</w:t>
      </w:r>
      <w:r w:rsidR="00DF7BAA">
        <w:t xml:space="preserve"> povolení </w:t>
      </w:r>
      <w:proofErr w:type="gramStart"/>
      <w:r w:rsidR="00DF7BAA">
        <w:t>č.j.</w:t>
      </w:r>
      <w:proofErr w:type="gramEnd"/>
      <w:r w:rsidR="00DF7BAA">
        <w:t xml:space="preserve">: </w:t>
      </w:r>
      <w:r w:rsidRPr="00C42A70">
        <w:t>DUCR-3664/21/</w:t>
      </w:r>
      <w:proofErr w:type="spellStart"/>
      <w:r w:rsidRPr="00C42A70">
        <w:t>Vs</w:t>
      </w:r>
      <w:proofErr w:type="spellEnd"/>
      <w:r w:rsidR="00DF7BAA" w:rsidRPr="00C42A70">
        <w:t xml:space="preserve"> </w:t>
      </w:r>
      <w:r w:rsidR="00DF7BAA">
        <w:t xml:space="preserve">ze dne </w:t>
      </w:r>
      <w:r w:rsidR="00AC1F10">
        <w:t xml:space="preserve">19. ledna 2021 (NPM </w:t>
      </w:r>
      <w:proofErr w:type="gramStart"/>
      <w:r w:rsidR="00AC1F10">
        <w:t>10.2.2021</w:t>
      </w:r>
      <w:proofErr w:type="gramEnd"/>
      <w:r w:rsidR="00AC1F10">
        <w:t>)</w:t>
      </w:r>
    </w:p>
    <w:p w14:paraId="33F56D35" w14:textId="77777777" w:rsidR="00DF7BAA" w:rsidRDefault="00DF7BAA" w:rsidP="00DF7BAA">
      <w:pPr>
        <w:pStyle w:val="Nadpis2-1"/>
      </w:pPr>
      <w:bookmarkStart w:id="20" w:name="_Toc6410435"/>
      <w:bookmarkStart w:id="21" w:name="_Toc68464463"/>
      <w:r>
        <w:t>KOORDINACE S JINÝMI STAVBAMI</w:t>
      </w:r>
      <w:bookmarkEnd w:id="20"/>
      <w:bookmarkEnd w:id="21"/>
      <w:r>
        <w:t xml:space="preserve"> </w:t>
      </w:r>
    </w:p>
    <w:p w14:paraId="696B5DF2" w14:textId="77777777" w:rsidR="00DF7BAA" w:rsidRPr="00E80551" w:rsidRDefault="00DF7BAA" w:rsidP="00DF7BAA">
      <w:pPr>
        <w:pStyle w:val="Text2-1"/>
      </w:pPr>
      <w:r w:rsidRPr="00E80551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80551">
        <w:t>žst</w:t>
      </w:r>
      <w:proofErr w:type="spellEnd"/>
      <w:r w:rsidRPr="00E80551">
        <w:t xml:space="preserve">. apod. </w:t>
      </w:r>
    </w:p>
    <w:p w14:paraId="570008FF" w14:textId="77777777" w:rsidR="00DF7BAA" w:rsidRPr="00E80551" w:rsidRDefault="00DF7BAA" w:rsidP="00DF7BAA">
      <w:pPr>
        <w:pStyle w:val="Text2-1"/>
      </w:pPr>
      <w:r w:rsidRPr="00E80551">
        <w:t>Koordinace musí probíhat zejména s níže uvedenými investicemi a opravnými pracemi:</w:t>
      </w:r>
    </w:p>
    <w:p w14:paraId="3765F0AF" w14:textId="32B03E6B" w:rsidR="002A6E05" w:rsidRPr="00E80551" w:rsidRDefault="00431B09" w:rsidP="00806A2C">
      <w:pPr>
        <w:pStyle w:val="Odstavec1-1a"/>
        <w:numPr>
          <w:ilvl w:val="0"/>
          <w:numId w:val="5"/>
        </w:numPr>
      </w:pPr>
      <w:r>
        <w:t>„</w:t>
      </w:r>
      <w:r w:rsidR="002A6E05" w:rsidRPr="00E80551">
        <w:t>Výstavba PZS v km 83,239 (P7349) a rekonstrukce PZS VÚD přejezdu P7350 v km 83,893 trati Ostrava – Valašské Meziříčí</w:t>
      </w:r>
      <w:r>
        <w:t>“</w:t>
      </w:r>
      <w:r w:rsidR="008D366C">
        <w:t xml:space="preserve"> “ (Investor Správa železnic, Stavební správa </w:t>
      </w:r>
      <w:proofErr w:type="gramStart"/>
      <w:r w:rsidR="008D366C">
        <w:t>východ)      SPOLEČNÁ</w:t>
      </w:r>
      <w:proofErr w:type="gramEnd"/>
      <w:r w:rsidR="008D366C">
        <w:t xml:space="preserve"> PLÁNOVANÁ VÝLUKA</w:t>
      </w:r>
    </w:p>
    <w:p w14:paraId="5CCF3F71" w14:textId="0B8DED35" w:rsidR="00DF7BAA" w:rsidRPr="00E80551" w:rsidRDefault="00DF7BAA" w:rsidP="00B875C7">
      <w:pPr>
        <w:pStyle w:val="Odstavec1-1a"/>
        <w:numPr>
          <w:ilvl w:val="0"/>
          <w:numId w:val="0"/>
        </w:numPr>
        <w:ind w:left="1077"/>
      </w:pPr>
    </w:p>
    <w:p w14:paraId="15C1B209" w14:textId="77777777" w:rsidR="00DF7BAA" w:rsidRDefault="00DF7BAA" w:rsidP="00DF7BAA">
      <w:pPr>
        <w:pStyle w:val="Nadpis2-1"/>
      </w:pPr>
      <w:bookmarkStart w:id="22" w:name="_Toc6410436"/>
      <w:bookmarkStart w:id="23" w:name="_Toc68464464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42D7D0E5" w14:textId="77777777" w:rsidR="00DF7BAA" w:rsidRDefault="00DF7BAA" w:rsidP="00DF7BAA">
      <w:pPr>
        <w:pStyle w:val="Nadpis2-2"/>
      </w:pPr>
      <w:bookmarkStart w:id="24" w:name="_Toc6410437"/>
      <w:bookmarkStart w:id="25" w:name="_Toc68464465"/>
      <w:r>
        <w:t>Všeobecně</w:t>
      </w:r>
      <w:bookmarkEnd w:id="24"/>
      <w:bookmarkEnd w:id="25"/>
    </w:p>
    <w:p w14:paraId="6C75C1EC" w14:textId="77777777" w:rsidR="00DF7BAA" w:rsidRDefault="00233B31" w:rsidP="00233B31">
      <w:pPr>
        <w:pStyle w:val="Text2-1"/>
      </w:pPr>
      <w:r w:rsidRPr="00233B31">
        <w:t>Nedílnou součástí realizace díla jsou veškeré související technické a kvalitativní podmínky SŽ v platném znění posledních změn. Dále pak musí být v souladu se souvisejícími technickými normami, směrnicemi SŽ a další související dokumentací SŽ.</w:t>
      </w:r>
    </w:p>
    <w:p w14:paraId="7C9D67AD" w14:textId="77777777" w:rsidR="00233B31" w:rsidRDefault="00233B31" w:rsidP="00233B31">
      <w:pPr>
        <w:pStyle w:val="Text2-1"/>
      </w:pPr>
      <w:r w:rsidRPr="00233B31">
        <w:t>Realizace stavby musí být v souladu s platnou legislativou ČR a projektem stavby</w:t>
      </w:r>
      <w:r>
        <w:t>.</w:t>
      </w:r>
    </w:p>
    <w:p w14:paraId="3D9F5C3F" w14:textId="5990DFB5" w:rsidR="00233B31" w:rsidRDefault="00233B31" w:rsidP="00233B31">
      <w:pPr>
        <w:pStyle w:val="Text2-1"/>
      </w:pPr>
      <w:r w:rsidRPr="00233B31">
        <w:t>Stavba bude uvedena do zkušebního provozu z důvodu ověření funkce dokončené stavby. Délk</w:t>
      </w:r>
      <w:r w:rsidR="008D366C">
        <w:t>a</w:t>
      </w:r>
      <w:r w:rsidRPr="00233B31">
        <w:t xml:space="preserve"> zkušebního provozu </w:t>
      </w:r>
      <w:r w:rsidR="008D366C">
        <w:t xml:space="preserve">je </w:t>
      </w:r>
      <w:r w:rsidRPr="00233B31">
        <w:t>urč</w:t>
      </w:r>
      <w:r w:rsidR="008D366C">
        <w:t>ena</w:t>
      </w:r>
      <w:r w:rsidRPr="00233B31">
        <w:t xml:space="preserve"> </w:t>
      </w:r>
      <w:r w:rsidR="008D366C">
        <w:t>D</w:t>
      </w:r>
      <w:r w:rsidRPr="00233B31">
        <w:t>rážní</w:t>
      </w:r>
      <w:r w:rsidR="008D366C">
        <w:t>m</w:t>
      </w:r>
      <w:r w:rsidRPr="00233B31">
        <w:t xml:space="preserve"> úřad</w:t>
      </w:r>
      <w:r w:rsidR="008D366C">
        <w:t>em</w:t>
      </w:r>
      <w:r w:rsidRPr="00233B31">
        <w:t xml:space="preserve">. </w:t>
      </w:r>
    </w:p>
    <w:p w14:paraId="25A2B53B" w14:textId="77777777" w:rsidR="00233B31" w:rsidRDefault="00233B31" w:rsidP="00233B31">
      <w:pPr>
        <w:pStyle w:val="Text2-1"/>
      </w:pPr>
      <w:r w:rsidRPr="00233B31">
        <w:t>Přístup ke stavebním pozemkům je z běžných příjezdových cest</w:t>
      </w:r>
      <w:r>
        <w:t>.</w:t>
      </w:r>
    </w:p>
    <w:p w14:paraId="6E0F51D4" w14:textId="77777777" w:rsidR="003D1AEB" w:rsidRDefault="003D1AEB" w:rsidP="003D1AEB">
      <w:pPr>
        <w:pStyle w:val="Text2-1"/>
      </w:pPr>
      <w:r>
        <w:t>Zařízení staveniště bude umístěno na pozemcích investora stavby. Nesmí přitom docházet k ohrožování a nadměrnému zatěžování okolí stavby, ke znečisťování komunikací, ovzduší, vod, k omezení přístupu k přilehlým stavbám nebo pozemkům.</w:t>
      </w:r>
    </w:p>
    <w:p w14:paraId="71625F0A" w14:textId="77777777" w:rsidR="00D12C76" w:rsidRPr="005044A4" w:rsidRDefault="00D12C76" w:rsidP="00D12C76">
      <w:pPr>
        <w:pStyle w:val="Text2-1"/>
        <w:numPr>
          <w:ilvl w:val="2"/>
          <w:numId w:val="6"/>
        </w:numPr>
      </w:pPr>
      <w:r w:rsidRPr="005044A4">
        <w:t xml:space="preserve">Pro přesnou identifikaci podzemních sítí, metalických a optických kabelů, kanalizace, vody a plynu budou použity </w:t>
      </w:r>
      <w:r w:rsidRPr="005044A4">
        <w:rPr>
          <w:rStyle w:val="Tun"/>
        </w:rPr>
        <w:t xml:space="preserve">RFID </w:t>
      </w:r>
      <w:proofErr w:type="spellStart"/>
      <w:r w:rsidRPr="005044A4">
        <w:rPr>
          <w:rStyle w:val="Tun"/>
        </w:rPr>
        <w:t>markery</w:t>
      </w:r>
      <w:proofErr w:type="spellEnd"/>
      <w:r w:rsidRPr="005044A4">
        <w:t xml:space="preserve">. Mohou se používat pouze </w:t>
      </w:r>
      <w:proofErr w:type="spellStart"/>
      <w:r w:rsidRPr="005044A4">
        <w:t>markery</w:t>
      </w:r>
      <w:proofErr w:type="spellEnd"/>
      <w:r w:rsidRPr="005044A4">
        <w:t>, u kterých není nutné při ukládání dbát na jejich orientaci. V rámci jednotného značení v sítích SŽ je nutné zachovat standardní barevné značení, které doporučují výrobci.</w:t>
      </w:r>
    </w:p>
    <w:p w14:paraId="65E4E6F6" w14:textId="77777777" w:rsidR="00D12C76" w:rsidRPr="005044A4" w:rsidRDefault="00D12C76" w:rsidP="00D12C76">
      <w:pPr>
        <w:pStyle w:val="Textbezslovn"/>
        <w:keepNext/>
        <w:rPr>
          <w:rStyle w:val="Tun"/>
        </w:rPr>
      </w:pPr>
      <w:r w:rsidRPr="005044A4">
        <w:rPr>
          <w:rStyle w:val="Tun"/>
        </w:rPr>
        <w:t xml:space="preserve">Minimální požadavky na použití </w:t>
      </w:r>
      <w:proofErr w:type="spellStart"/>
      <w:r w:rsidRPr="005044A4">
        <w:rPr>
          <w:rStyle w:val="Tun"/>
        </w:rPr>
        <w:t>markerů</w:t>
      </w:r>
      <w:proofErr w:type="spellEnd"/>
      <w:r w:rsidRPr="005044A4">
        <w:rPr>
          <w:rStyle w:val="Tun"/>
        </w:rPr>
        <w:t xml:space="preserve"> jsou následující:</w:t>
      </w:r>
    </w:p>
    <w:p w14:paraId="197D4D9A" w14:textId="77777777" w:rsidR="00D12C76" w:rsidRPr="005044A4" w:rsidRDefault="00D12C76" w:rsidP="00D12C76">
      <w:pPr>
        <w:pStyle w:val="Odstavec1-1a"/>
        <w:numPr>
          <w:ilvl w:val="0"/>
          <w:numId w:val="7"/>
        </w:numPr>
      </w:pPr>
      <w:r w:rsidRPr="005044A4">
        <w:rPr>
          <w:rStyle w:val="Tun"/>
        </w:rPr>
        <w:t>Silová zařízení a kabely</w:t>
      </w:r>
      <w:r w:rsidRPr="005044A4">
        <w:t xml:space="preserve"> (včetně kabelů určených k napájení zabezpečovacích zařízení) – </w:t>
      </w:r>
      <w:r w:rsidRPr="005044A4">
        <w:rPr>
          <w:b/>
        </w:rPr>
        <w:t xml:space="preserve">červený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7716C570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vody a jejich zařízení</w:t>
      </w:r>
      <w:r w:rsidRPr="005044A4">
        <w:t xml:space="preserve"> - </w:t>
      </w:r>
      <w:r w:rsidRPr="005044A4">
        <w:rPr>
          <w:b/>
        </w:rPr>
        <w:t xml:space="preserve">modrý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[145,7 kHz] - trasy potrubí; paty servisních sloupců; potrubí z PVC; všechny typy ventilů; křížení, rozdvojky; čistící výstupy; konce obalů.</w:t>
      </w:r>
    </w:p>
    <w:p w14:paraId="3FA1583E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plynu a jejich zařízení</w:t>
      </w:r>
      <w:r w:rsidRPr="005044A4">
        <w:t xml:space="preserve"> – </w:t>
      </w:r>
      <w:r w:rsidRPr="005044A4">
        <w:rPr>
          <w:b/>
        </w:rPr>
        <w:t xml:space="preserve">žlutý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5044A4">
        <w:t>elektrotavné</w:t>
      </w:r>
      <w:proofErr w:type="spellEnd"/>
      <w:r w:rsidRPr="005044A4">
        <w:t xml:space="preserve"> spojky; všechny typy armatur a spojů.</w:t>
      </w:r>
    </w:p>
    <w:p w14:paraId="2BC3146C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Sdělovací zařízení a kabely</w:t>
      </w:r>
      <w:r w:rsidRPr="005044A4">
        <w:t xml:space="preserve"> – </w:t>
      </w:r>
      <w:r w:rsidRPr="005044A4">
        <w:rPr>
          <w:b/>
        </w:rPr>
        <w:t xml:space="preserve">oranžový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 kombinovaných (hybridních) kabelů; odbočné body z páteřních tras optických kabelů a HDPE;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75F33B2A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lastRenderedPageBreak/>
        <w:t>Zabezpečovací zařízení</w:t>
      </w:r>
      <w:r w:rsidRPr="005044A4">
        <w:t xml:space="preserve"> – </w:t>
      </w:r>
      <w:r w:rsidRPr="005044A4">
        <w:rPr>
          <w:b/>
        </w:rPr>
        <w:t xml:space="preserve">fialový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[66,35 kHz] - trasy kabelů zabezpečovacích, včetně kabelů optických a HDPE – doporučené umístění </w:t>
      </w:r>
      <w:proofErr w:type="spellStart"/>
      <w:r w:rsidRPr="005044A4">
        <w:t>markeru</w:t>
      </w:r>
      <w:proofErr w:type="spellEnd"/>
      <w:r w:rsidRPr="005044A4">
        <w:t xml:space="preserve"> po cca 50 m a na lomové body; uložení kabelových metalických spojek (</w:t>
      </w:r>
      <w:proofErr w:type="spellStart"/>
      <w:r w:rsidRPr="005044A4">
        <w:t>markery</w:t>
      </w:r>
      <w:proofErr w:type="spellEnd"/>
      <w:r w:rsidRPr="005044A4">
        <w:t xml:space="preserve"> v </w:t>
      </w:r>
      <w:proofErr w:type="spellStart"/>
      <w:r w:rsidRPr="005044A4">
        <w:t>zapisovatelném</w:t>
      </w:r>
      <w:proofErr w:type="spellEnd"/>
      <w:r w:rsidRPr="005044A4">
        <w:t xml:space="preserve"> provedení); anomálie na kabelové trase (např. změny hloubky, odbočné body) – v případě požadavku správce 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provedení; kabelové rezervy metalických, optických a 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0F31A27D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Odpadní voda</w:t>
      </w:r>
      <w:r w:rsidRPr="005044A4">
        <w:t xml:space="preserve"> – </w:t>
      </w:r>
      <w:r w:rsidRPr="005044A4">
        <w:rPr>
          <w:b/>
        </w:rPr>
        <w:t xml:space="preserve">zelený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[121,6 kHz] - ventily; všechny typy armatur; čistící výstupy; paty servisních sloupců; vedlejší vedení; značení tras nekovových objektů.</w:t>
      </w:r>
    </w:p>
    <w:p w14:paraId="7E333BFF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>Označníky je nutno k uloženým kabelům, potrubím a podzemním zařízením pevně upevňovat (např. plastovou vázací páskou).</w:t>
      </w:r>
    </w:p>
    <w:p w14:paraId="0E919462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U sdělovacích a zabezpečovacích kabelů OŘ se bude informace o </w:t>
      </w:r>
      <w:proofErr w:type="spellStart"/>
      <w:r w:rsidRPr="005044A4">
        <w:t>markerech</w:t>
      </w:r>
      <w:proofErr w:type="spellEnd"/>
      <w:r w:rsidRPr="005044A4">
        <w:t xml:space="preserve"> zadávat do pasportu do volitelné položky 2 pod označením „RFID“.</w:t>
      </w:r>
    </w:p>
    <w:p w14:paraId="01F63910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>U složek, které nemají žádnou elektronickou databázi, se bude tato informace zadávat ve stejném znění do dokumentace.</w:t>
      </w:r>
    </w:p>
    <w:p w14:paraId="5DF7DCE6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Informace o použití </w:t>
      </w:r>
      <w:proofErr w:type="spellStart"/>
      <w:r w:rsidRPr="005044A4">
        <w:t>markerů</w:t>
      </w:r>
      <w:proofErr w:type="spellEnd"/>
      <w:r w:rsidRPr="005044A4">
        <w:t xml:space="preserve"> bude zaznamenaná do DSPS.</w:t>
      </w:r>
    </w:p>
    <w:p w14:paraId="08E24558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Do digitální dokumentace se budou zaznamenávat </w:t>
      </w:r>
      <w:proofErr w:type="spellStart"/>
      <w:r w:rsidRPr="005044A4">
        <w:t>markery</w:t>
      </w:r>
      <w:proofErr w:type="spellEnd"/>
      <w:r w:rsidRPr="005044A4">
        <w:t xml:space="preserve"> ve tvaru kolečka s velkým písmenem M uprostřed ve </w:t>
      </w:r>
      <w:proofErr w:type="gramStart"/>
      <w:r w:rsidRPr="005044A4">
        <w:t>všech 6-ti</w:t>
      </w:r>
      <w:proofErr w:type="gramEnd"/>
      <w:r w:rsidRPr="005044A4">
        <w:t xml:space="preserve"> vrstvách odpovídajících kategoriím podzemních vedení. Značka bude tvarově stejná pro všech 6 vrstev, rozlišení kategorie bude pouze barvou, která bude odpovídat barvě </w:t>
      </w:r>
      <w:proofErr w:type="spellStart"/>
      <w:r w:rsidRPr="005044A4">
        <w:t>markeru</w:t>
      </w:r>
      <w:proofErr w:type="spellEnd"/>
      <w:r w:rsidRPr="005044A4">
        <w:t>.</w:t>
      </w:r>
    </w:p>
    <w:p w14:paraId="6B8AE6A8" w14:textId="77777777" w:rsidR="008F35FE" w:rsidRPr="005044A4" w:rsidRDefault="008F35FE" w:rsidP="008F35FE">
      <w:pPr>
        <w:pStyle w:val="Text2-1"/>
      </w:pPr>
      <w:r w:rsidRPr="005044A4">
        <w:t>Stavba není spolufinancována z dotačních zdrojů EU.</w:t>
      </w:r>
    </w:p>
    <w:p w14:paraId="34D888A7" w14:textId="77777777" w:rsidR="00DF7BAA" w:rsidRDefault="00DF7BAA" w:rsidP="00DF7BAA">
      <w:pPr>
        <w:pStyle w:val="Nadpis2-2"/>
      </w:pPr>
      <w:bookmarkStart w:id="26" w:name="_Toc68464466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71FF2C42" w14:textId="77777777" w:rsidR="00DF7BAA" w:rsidRDefault="005044A4" w:rsidP="005044A4">
      <w:pPr>
        <w:pStyle w:val="Text2-1"/>
      </w:pPr>
      <w:r w:rsidRPr="005044A4">
        <w:t>Nově instalované zařízení a kabelové trasy budou geodeticky zaměřeny</w:t>
      </w:r>
      <w:r>
        <w:t>.</w:t>
      </w:r>
    </w:p>
    <w:p w14:paraId="6551C5A7" w14:textId="77777777" w:rsidR="005044A4" w:rsidRDefault="005044A4" w:rsidP="005044A4">
      <w:pPr>
        <w:pStyle w:val="Text2-1"/>
      </w:pPr>
      <w:r w:rsidRPr="005044A4">
        <w:t>Geodet zhotovitele DSPS upraví i stávající podklad (v rozsahu zpracovávaného DSPS) tak, aby byl v souladu s platnými předpisy v době uzavření SOD pro realizaci stavby.</w:t>
      </w:r>
    </w:p>
    <w:p w14:paraId="0D18843E" w14:textId="77777777" w:rsidR="006944CC" w:rsidRDefault="006944CC" w:rsidP="006944CC">
      <w:pPr>
        <w:pStyle w:val="Text2-1"/>
      </w:pPr>
      <w:r>
        <w:t>Zhotovitel si zajistí provedení formální kontroly geodetické části dokumentace skutečného provedení na portálu modernizace dráhy (http://</w:t>
      </w:r>
      <w:proofErr w:type="gramStart"/>
      <w:r>
        <w:t>www</w:t>
      </w:r>
      <w:proofErr w:type="gramEnd"/>
      <w:r>
        <w:t>.</w:t>
      </w:r>
      <w:proofErr w:type="gramStart"/>
      <w:r>
        <w:t>modernizace</w:t>
      </w:r>
      <w:proofErr w:type="gramEnd"/>
      <w:r>
        <w:t>.szdc.cz). Na tomto portálu se mohou registrovat zhotovitelé / projekční organizace, které jsou ve smluvním vztahu se SŽ úsekem modernizace.</w:t>
      </w:r>
    </w:p>
    <w:p w14:paraId="0095F992" w14:textId="77777777" w:rsidR="006944CC" w:rsidRDefault="006944CC" w:rsidP="006944CC">
      <w:pPr>
        <w:pStyle w:val="Text2-1"/>
      </w:pPr>
      <w:r>
        <w:t>Souborné zpracování geodetické části dokumentace skutečného provedení bude v souladu se Směrnicí SŽDC č. 117 v platném znění odevzdána Zhotovitelem ke kontrole na SŽ, Stavební správu východ, a to v dostatečném předstihu termínu pro odevzdání digitální dokumentace stanoveném ve Smlouvě. Případné upřesňující informace ke zpracování geodetické digitální dokumentace poskytne ÚOZI objednatele.</w:t>
      </w:r>
    </w:p>
    <w:p w14:paraId="14940E9D" w14:textId="77777777" w:rsidR="006944CC" w:rsidRDefault="006944CC" w:rsidP="006944CC">
      <w:pPr>
        <w:pStyle w:val="Text2-1"/>
      </w:pPr>
      <w:r>
        <w:t>V případě, že nově navrhovaný objekt bude v blízkosti hranice drážního pozemku, bude nutné provést přesné určení hranice. Toto přesné určení je plně v kompetenci geodeta Zhotovitele, který musí užít takových postupů a zajistit si potřebné podklady, včetně podkladů z dokumentace SŽG, aby zaručil přesné určení hranice dotčených pozemků v terénu v souladu s platnými zákony pro zeměměřictví.</w:t>
      </w:r>
    </w:p>
    <w:p w14:paraId="0F0155D6" w14:textId="77777777" w:rsidR="00515137" w:rsidRPr="005044A4" w:rsidRDefault="00515137" w:rsidP="00515137">
      <w:pPr>
        <w:pStyle w:val="Nadpis2-2"/>
      </w:pPr>
      <w:bookmarkStart w:id="27" w:name="_Ref63774810"/>
      <w:bookmarkStart w:id="28" w:name="_Toc63778077"/>
      <w:bookmarkStart w:id="29" w:name="_Toc68464467"/>
      <w:bookmarkStart w:id="30" w:name="_Toc6410438"/>
      <w:r w:rsidRPr="005044A4">
        <w:t>Majetkové vypořádání během zhotovení stavby a po jejím dokončení</w:t>
      </w:r>
      <w:bookmarkEnd w:id="27"/>
      <w:bookmarkEnd w:id="28"/>
      <w:bookmarkEnd w:id="29"/>
    </w:p>
    <w:p w14:paraId="4E4B151D" w14:textId="3783153E" w:rsidR="00515137" w:rsidRPr="005044A4" w:rsidRDefault="00515137" w:rsidP="00515137">
      <w:pPr>
        <w:pStyle w:val="Text2-1"/>
      </w:pPr>
      <w:r w:rsidRPr="005044A4">
        <w:t xml:space="preserve">Zhotovitel se zavazuje veškerá dotčení pozemků nad rámec trvalých záborů předpokládaných v Projektové dokumentaci, a to i v případě dotčení pozemků věcným břemenem mimo uzavřené smlouvy o smlouvě o zřízení věcného břemene, řádně zdůvodnit a projednat se zástupcem Objednatele. Po odsouhlasení rozsahu dotčení Objednatelem se Zhotovitel zavazuje co nejdříve kontaktovat vlastníka dotčeného pozemku a projednat s ním způsob majetkového vypořádání takového dotčení. </w:t>
      </w:r>
    </w:p>
    <w:p w14:paraId="1288210A" w14:textId="77777777" w:rsidR="00515137" w:rsidRPr="00F97079" w:rsidRDefault="00515137" w:rsidP="00515137">
      <w:pPr>
        <w:pStyle w:val="Text2-1"/>
      </w:pPr>
      <w:r w:rsidRPr="005044A4">
        <w:t xml:space="preserve">Geometrické plány budou zpracovány, pro potřeby uzavření smluv o zřízení věcného břemene, kupních smluv, darovacích smluv a smluv o převzetí vyvolané investice. </w:t>
      </w:r>
      <w:r w:rsidRPr="005044A4">
        <w:lastRenderedPageBreak/>
        <w:t xml:space="preserve">Geometrické plány pro dělení pozemků budou zpracovány dále s ohledem na druh a účel </w:t>
      </w:r>
      <w:r w:rsidRPr="00F97079">
        <w:t>budoucího využití.</w:t>
      </w:r>
    </w:p>
    <w:p w14:paraId="0B682ED7" w14:textId="1E2E7B5A" w:rsidR="006470D5" w:rsidRPr="00F97079" w:rsidRDefault="00F97079" w:rsidP="00F97079">
      <w:pPr>
        <w:pStyle w:val="Text2-2"/>
        <w:numPr>
          <w:ilvl w:val="0"/>
          <w:numId w:val="0"/>
        </w:numPr>
        <w:ind w:left="737"/>
      </w:pPr>
      <w:r w:rsidRPr="00F97079">
        <w:t>Na o</w:t>
      </w:r>
      <w:r w:rsidR="006470D5" w:rsidRPr="00F97079">
        <w:t>bjekty obou nově budovaných reléových domků u přejezdů P7346 a P7347 budou zpracován</w:t>
      </w:r>
      <w:r w:rsidRPr="00F97079">
        <w:t>y samostatné geometrické</w:t>
      </w:r>
      <w:r w:rsidR="006470D5" w:rsidRPr="00F97079">
        <w:t xml:space="preserve"> plán</w:t>
      </w:r>
      <w:r w:rsidRPr="00F97079">
        <w:t>y, které</w:t>
      </w:r>
      <w:r w:rsidR="006470D5" w:rsidRPr="00F97079">
        <w:t xml:space="preserve"> bud</w:t>
      </w:r>
      <w:r w:rsidRPr="00F97079">
        <w:t>ou</w:t>
      </w:r>
      <w:r w:rsidR="006470D5" w:rsidRPr="00F97079">
        <w:t xml:space="preserve"> poté předán</w:t>
      </w:r>
      <w:r w:rsidRPr="00F97079">
        <w:t>y</w:t>
      </w:r>
      <w:r w:rsidR="006470D5" w:rsidRPr="00F97079">
        <w:t xml:space="preserve"> budoucímu správci objektu, Správě pozemních staveb (SPS) OŘ Ostrava.</w:t>
      </w:r>
    </w:p>
    <w:p w14:paraId="36D9960B" w14:textId="77777777" w:rsidR="00515137" w:rsidRPr="005044A4" w:rsidRDefault="00515137" w:rsidP="00515137">
      <w:pPr>
        <w:pStyle w:val="Text2-1"/>
      </w:pPr>
      <w:r w:rsidRPr="005044A4">
        <w:t>Ke zpracovanému geometrickému plánu pro rozdělení pozemku se Zhotovitel zavazuje projednat a zajistit souhlas příslušného stavebního úřadu s dělením pozemku.</w:t>
      </w:r>
    </w:p>
    <w:p w14:paraId="7E4A4802" w14:textId="77777777" w:rsidR="00515137" w:rsidRPr="005044A4" w:rsidRDefault="00515137" w:rsidP="00515137">
      <w:pPr>
        <w:pStyle w:val="Text2-1"/>
      </w:pPr>
      <w:r w:rsidRPr="005044A4">
        <w:t>Pokud bude stavbou dotčen pozemek spadající do kategorie ZPF či PUPFL a předpokládá se jeho převod na Objednatele, zavazuje se zajistit příslušné rozhodnutí o odnětí.</w:t>
      </w:r>
    </w:p>
    <w:p w14:paraId="1D29DE6B" w14:textId="77777777" w:rsidR="00DF7BAA" w:rsidRPr="000700DC" w:rsidRDefault="00DF7BAA" w:rsidP="00DF7BAA">
      <w:pPr>
        <w:pStyle w:val="Nadpis2-2"/>
      </w:pPr>
      <w:bookmarkStart w:id="31" w:name="_Toc68464468"/>
      <w:r w:rsidRPr="000700DC">
        <w:t>Doklady překládané zhotovitelem</w:t>
      </w:r>
      <w:bookmarkEnd w:id="30"/>
      <w:bookmarkEnd w:id="31"/>
    </w:p>
    <w:p w14:paraId="6A4670F5" w14:textId="77777777" w:rsidR="00D12C76" w:rsidRPr="000700DC" w:rsidRDefault="00D12C76" w:rsidP="00D12C76">
      <w:pPr>
        <w:pStyle w:val="Text2-1"/>
      </w:pPr>
      <w:r w:rsidRPr="000700DC">
        <w:t xml:space="preserve">Před zahájením prací na objektech, jejichž součástí jsou „Určená technická zařízení“ ve 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Zhotovitel </w:t>
      </w:r>
      <w:r w:rsidR="000E6DF3" w:rsidRPr="000700DC">
        <w:t>předlož</w:t>
      </w:r>
      <w:r w:rsidRPr="000700DC">
        <w:t>í doklad</w:t>
      </w:r>
      <w:r w:rsidR="000E6DF3" w:rsidRPr="000700DC">
        <w:t>y</w:t>
      </w:r>
      <w:r w:rsidRPr="000700DC">
        <w:t xml:space="preserve"> o tom, že má zajištěnou spolupráci právnické osoby podle ustanovení § 47 odst. 4 zákona č. 266/1994 Sb. o drahách v platném znění pro všechny druhy „Určených technických zařízení“, dotčených výstavbou. Z tohoto dokladu musí být zřejmé, že se vztahuje k plnění předmětné zakázky a bez předložení těchto dokladů nebude možné zahájit práce na výše uvedených objektech.</w:t>
      </w:r>
    </w:p>
    <w:p w14:paraId="2B685FCA" w14:textId="77777777" w:rsidR="000E6DF3" w:rsidRPr="000700DC" w:rsidRDefault="000E6DF3" w:rsidP="000E6DF3">
      <w:pPr>
        <w:pStyle w:val="Text2-1"/>
      </w:pPr>
      <w:r w:rsidRPr="000700DC">
        <w:t xml:space="preserve">Zhotovitel doloží </w:t>
      </w:r>
      <w:r w:rsidRPr="000700DC">
        <w:rPr>
          <w:b/>
        </w:rPr>
        <w:t>mimo jiné</w:t>
      </w:r>
      <w:r w:rsidRPr="000700DC">
        <w:t xml:space="preserve">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436DEFDE" w14:textId="77777777" w:rsidR="008D366C" w:rsidRPr="000700DC" w:rsidRDefault="008D366C" w:rsidP="008D366C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D-04</w:t>
      </w:r>
      <w:r w:rsidRPr="000700DC">
        <w:tab/>
        <w:t>Řízení sledu, řízení a provádění posunu</w:t>
      </w:r>
    </w:p>
    <w:p w14:paraId="72039073" w14:textId="77777777" w:rsidR="008D366C" w:rsidRPr="000700DC" w:rsidRDefault="008D366C" w:rsidP="008D366C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E-07</w:t>
      </w:r>
      <w:r w:rsidRPr="000700DC">
        <w:tab/>
        <w:t xml:space="preserve">Řízení a zajišťování oprav, rekonstrukcí, popř. modernizace železniční </w:t>
      </w:r>
      <w:r w:rsidRPr="000700DC">
        <w:tab/>
      </w:r>
      <w:r w:rsidRPr="000700DC">
        <w:tab/>
      </w:r>
      <w:r w:rsidRPr="000700DC">
        <w:tab/>
        <w:t>trati zařízení správy elektrotechniky a energetiky,</w:t>
      </w:r>
    </w:p>
    <w:p w14:paraId="5E2F9ABA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E-8</w:t>
      </w:r>
      <w:r w:rsidRPr="000700DC">
        <w:rPr>
          <w:b/>
        </w:rPr>
        <w:tab/>
      </w:r>
      <w:r w:rsidRPr="000700DC">
        <w:tab/>
        <w:t xml:space="preserve">Projektování elektrických zařízení UTZ/E </w:t>
      </w:r>
      <w:r w:rsidR="00F86964" w:rsidRPr="000700DC">
        <w:t>a VTZ, do i nad 1000 V, s i bez</w:t>
      </w:r>
      <w:r w:rsidR="00F86964" w:rsidRPr="000700DC">
        <w:tab/>
      </w:r>
      <w:r w:rsidR="00F86964" w:rsidRPr="000700DC">
        <w:tab/>
      </w:r>
      <w:r w:rsidRPr="000700DC">
        <w:t>nebezpečí výbuchu včetně hromosvodů,</w:t>
      </w:r>
    </w:p>
    <w:p w14:paraId="3BCB2481" w14:textId="77777777" w:rsidR="008D366C" w:rsidRPr="000700DC" w:rsidRDefault="008D366C" w:rsidP="008D366C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K05/2</w:t>
      </w:r>
      <w:r w:rsidRPr="000700DC">
        <w:tab/>
        <w:t>Řízení a organizace stavebních, opravných nebo udržovacích pracích na</w:t>
      </w:r>
      <w:r w:rsidRPr="000700DC">
        <w:tab/>
      </w:r>
      <w:r w:rsidRPr="000700DC">
        <w:tab/>
        <w:t>železničním spodku a svršku</w:t>
      </w:r>
    </w:p>
    <w:p w14:paraId="35DDF4F4" w14:textId="77777777" w:rsidR="008D366C" w:rsidRPr="000700DC" w:rsidRDefault="008D366C" w:rsidP="008D366C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TZE</w:t>
      </w:r>
      <w:r w:rsidRPr="000700DC">
        <w:tab/>
        <w:t>Provádění revizí, prohlídek a zkoušek UTZ dle vyhlášky 100/1995Sb §1</w:t>
      </w:r>
      <w:r w:rsidRPr="000700DC">
        <w:tab/>
      </w:r>
      <w:r w:rsidRPr="000700DC">
        <w:tab/>
        <w:t>odst. 4 a/nebo provádění revizí dle vyhlášky 50/1978Sb. §9.</w:t>
      </w:r>
    </w:p>
    <w:p w14:paraId="33295ACC" w14:textId="77777777" w:rsidR="008D366C" w:rsidRPr="000700DC" w:rsidRDefault="008D366C" w:rsidP="008D366C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Z-06c</w:t>
      </w:r>
      <w:r w:rsidRPr="000700DC">
        <w:tab/>
        <w:t xml:space="preserve">Řízení prací při stavbách na neprovozovaném zabezpečovacím zařízení, </w:t>
      </w:r>
      <w:r w:rsidRPr="000700DC">
        <w:tab/>
      </w:r>
      <w:r w:rsidRPr="000700DC">
        <w:tab/>
        <w:t>MST a VST,</w:t>
      </w:r>
    </w:p>
    <w:p w14:paraId="634FC34F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Z-06e</w:t>
      </w:r>
      <w:r w:rsidRPr="000700DC">
        <w:t xml:space="preserve"> </w:t>
      </w:r>
      <w:r w:rsidRPr="000700DC">
        <w:tab/>
        <w:t>Projektování a související činnosti na zabezpečovacím zařízení,</w:t>
      </w:r>
    </w:p>
    <w:p w14:paraId="0604A391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G-01</w:t>
      </w:r>
      <w:r w:rsidRPr="000700DC">
        <w:t xml:space="preserve"> + </w:t>
      </w:r>
      <w:r w:rsidRPr="000700DC">
        <w:rPr>
          <w:b/>
        </w:rPr>
        <w:t>G-03</w:t>
      </w:r>
      <w:r w:rsidRPr="000700DC">
        <w:t xml:space="preserve"> nebo </w:t>
      </w:r>
      <w:r w:rsidRPr="000700DC">
        <w:rPr>
          <w:b/>
        </w:rPr>
        <w:t>G-02</w:t>
      </w:r>
      <w:r w:rsidRPr="000700DC">
        <w:tab/>
      </w:r>
    </w:p>
    <w:p w14:paraId="7B039A6F" w14:textId="77777777" w:rsidR="000E6DF3" w:rsidRPr="000700DC" w:rsidRDefault="000E6DF3" w:rsidP="000E6DF3">
      <w:pPr>
        <w:pStyle w:val="Odrka1-2-"/>
        <w:numPr>
          <w:ilvl w:val="0"/>
          <w:numId w:val="0"/>
        </w:numPr>
        <w:ind w:left="1531"/>
      </w:pPr>
      <w:r w:rsidRPr="000700DC">
        <w:rPr>
          <w:b/>
        </w:rPr>
        <w:t>G-01</w:t>
      </w:r>
      <w:r w:rsidRPr="000700DC">
        <w:tab/>
        <w:t xml:space="preserve">Projektování a provádění prací při geodetické činnosti </w:t>
      </w:r>
    </w:p>
    <w:p w14:paraId="083D6A7D" w14:textId="63125904" w:rsidR="008D366C" w:rsidRPr="000205F9" w:rsidRDefault="000E6DF3" w:rsidP="008D366C">
      <w:pPr>
        <w:tabs>
          <w:tab w:val="left" w:pos="2127"/>
        </w:tabs>
        <w:spacing w:after="120"/>
        <w:ind w:left="2127" w:hanging="567"/>
        <w:jc w:val="both"/>
        <w:rPr>
          <w:sz w:val="18"/>
          <w:szCs w:val="18"/>
        </w:rPr>
      </w:pPr>
      <w:r w:rsidRPr="00806A2C">
        <w:rPr>
          <w:b/>
          <w:sz w:val="18"/>
          <w:szCs w:val="18"/>
        </w:rPr>
        <w:t>G-02</w:t>
      </w:r>
      <w:r w:rsidR="008D366C">
        <w:rPr>
          <w:sz w:val="18"/>
          <w:szCs w:val="18"/>
        </w:rPr>
        <w:t>V</w:t>
      </w:r>
      <w:r w:rsidR="008D366C" w:rsidRPr="000205F9">
        <w:rPr>
          <w:sz w:val="18"/>
          <w:szCs w:val="18"/>
        </w:rPr>
        <w:t>edoucí prací geodetických činností, ověřování výsledků zeměměřičských činností dle zákona č. 200/1994 Sb. v rozsahu úředního oprávnění c) dodavatelem</w:t>
      </w:r>
    </w:p>
    <w:p w14:paraId="54488D55" w14:textId="51EDD507" w:rsidR="000E6DF3" w:rsidRPr="000700DC" w:rsidRDefault="000E6DF3" w:rsidP="000E6DF3">
      <w:pPr>
        <w:pStyle w:val="Odrka1-2-"/>
        <w:numPr>
          <w:ilvl w:val="0"/>
          <w:numId w:val="0"/>
        </w:numPr>
        <w:ind w:left="2127" w:hanging="596"/>
      </w:pPr>
    </w:p>
    <w:p w14:paraId="7E62DD34" w14:textId="77777777" w:rsidR="000E6DF3" w:rsidRPr="000700DC" w:rsidRDefault="000E6DF3" w:rsidP="000E6DF3">
      <w:pPr>
        <w:pStyle w:val="Odrka1-2-"/>
        <w:numPr>
          <w:ilvl w:val="0"/>
          <w:numId w:val="0"/>
        </w:numPr>
        <w:ind w:left="2127" w:hanging="596"/>
      </w:pPr>
      <w:r w:rsidRPr="000700DC">
        <w:rPr>
          <w:b/>
        </w:rPr>
        <w:t>G-03</w:t>
      </w:r>
      <w:r w:rsidRPr="000700DC">
        <w:tab/>
        <w:t>Ověřování výsledků zeměměřičských činností dle zákona č. 200/1994 Sb. v rozsahu úředního oprávnění c) dodavatelem,</w:t>
      </w:r>
    </w:p>
    <w:p w14:paraId="6EAF9BC1" w14:textId="77777777" w:rsidR="00DF7BAA" w:rsidRPr="000700DC" w:rsidRDefault="00DF7BAA" w:rsidP="000E6DF3">
      <w:pPr>
        <w:pStyle w:val="Text2-1"/>
      </w:pPr>
      <w:r w:rsidRPr="000700DC">
        <w:t xml:space="preserve">Výše uvedené doklady upravující odbornou způsobilost musí osvědčit odbornou způsobilost samotného dodavatele (je-li fyzickou osobou) nebo jiné osoby, která bude pro dodavatele </w:t>
      </w:r>
      <w:r w:rsidR="000E6DF3" w:rsidRPr="000700DC">
        <w:t xml:space="preserve">příslušnou činnost vykonávat.  </w:t>
      </w:r>
    </w:p>
    <w:p w14:paraId="61F71B78" w14:textId="77777777" w:rsidR="00DF7BAA" w:rsidRDefault="00DF7BAA" w:rsidP="00DF7BAA">
      <w:pPr>
        <w:pStyle w:val="Nadpis2-2"/>
      </w:pPr>
      <w:bookmarkStart w:id="32" w:name="_Toc6410439"/>
      <w:bookmarkStart w:id="33" w:name="_Toc68464469"/>
      <w:r>
        <w:t>Dokumentace zhotovitele pro stavbu</w:t>
      </w:r>
      <w:bookmarkEnd w:id="32"/>
      <w:bookmarkEnd w:id="33"/>
    </w:p>
    <w:p w14:paraId="23CA77A2" w14:textId="55800FED" w:rsidR="008D366C" w:rsidRPr="000700DC" w:rsidRDefault="00DF7BAA" w:rsidP="00806A2C">
      <w:pPr>
        <w:pStyle w:val="Text2-1"/>
      </w:pPr>
      <w:r>
        <w:t>Zhotovitel RDS dodá schválenou výkresovou dokumentaci pro provizorní zabezpečovací zařízení, řešící pouze cílový stav a rozhodující stavební postupy, odso</w:t>
      </w:r>
      <w:r w:rsidR="0035705E">
        <w:t>uhlasené v připomínkovém řízení.</w:t>
      </w:r>
      <w:r w:rsidR="008D366C" w:rsidRPr="008D366C">
        <w:t xml:space="preserve"> </w:t>
      </w:r>
      <w:r w:rsidR="008D366C">
        <w:t xml:space="preserve">Součásti bude </w:t>
      </w:r>
      <w:r w:rsidR="008D366C" w:rsidRPr="00B875C7">
        <w:t xml:space="preserve">výkres umístění součtové hlásky na </w:t>
      </w:r>
      <w:proofErr w:type="gramStart"/>
      <w:r w:rsidR="008D366C" w:rsidRPr="00B875C7">
        <w:t>St.2 a v DK</w:t>
      </w:r>
      <w:proofErr w:type="gramEnd"/>
      <w:r w:rsidR="008D366C" w:rsidRPr="00B875C7">
        <w:t xml:space="preserve"> </w:t>
      </w:r>
      <w:r w:rsidR="008D366C" w:rsidRPr="00B875C7">
        <w:lastRenderedPageBreak/>
        <w:t xml:space="preserve">ŽST Frenštát </w:t>
      </w:r>
      <w:proofErr w:type="spellStart"/>
      <w:r w:rsidR="008D366C" w:rsidRPr="00B875C7">
        <w:t>p.R</w:t>
      </w:r>
      <w:proofErr w:type="spellEnd"/>
      <w:r w:rsidR="008D366C" w:rsidRPr="00B875C7">
        <w:t xml:space="preserve">. a výkres </w:t>
      </w:r>
      <w:r w:rsidR="008D366C">
        <w:t>umístění indikačních a ovládacích prvků obou PZZ v ŽST Veřovice.</w:t>
      </w:r>
    </w:p>
    <w:p w14:paraId="0AE95767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34CACB3B" w14:textId="77777777" w:rsidR="0035705E" w:rsidRDefault="00DF7BAA" w:rsidP="0035705E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35705E">
        <w:t>.</w:t>
      </w:r>
    </w:p>
    <w:p w14:paraId="62E374D7" w14:textId="77777777" w:rsidR="00DF7BAA" w:rsidRPr="006944CC" w:rsidRDefault="00DF7BAA" w:rsidP="00DF7BAA">
      <w:pPr>
        <w:pStyle w:val="Nadpis2-2"/>
      </w:pPr>
      <w:bookmarkStart w:id="34" w:name="_Toc6410440"/>
      <w:bookmarkStart w:id="35" w:name="_Toc68464470"/>
      <w:r w:rsidRPr="006944CC">
        <w:t>Dokumentace skutečného provedení stavby</w:t>
      </w:r>
      <w:bookmarkEnd w:id="34"/>
      <w:bookmarkEnd w:id="35"/>
    </w:p>
    <w:p w14:paraId="5648321D" w14:textId="77777777" w:rsidR="00DF7BAA" w:rsidRPr="003432EF" w:rsidRDefault="00DF7BAA" w:rsidP="00DF7BAA">
      <w:pPr>
        <w:pStyle w:val="Text2-1"/>
      </w:pPr>
      <w:r w:rsidRPr="003432EF">
        <w:t>Součástí dokumentace dle skutečného stavu provedení kromě jiného budou:</w:t>
      </w:r>
    </w:p>
    <w:p w14:paraId="2AB76FDB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Schválené tabulky přejezdu, případně závěrové tabulky a situační schéma</w:t>
      </w:r>
    </w:p>
    <w:p w14:paraId="5A4AFEEC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Výchozí revizní zpráva, Technická prohlídka a zkoušky, Průkaz způsobilosti</w:t>
      </w:r>
    </w:p>
    <w:p w14:paraId="0A227FD3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Kompletní dokladová část včetně certifikátů a atestů na použitý materiál a zařízení dle TKP</w:t>
      </w:r>
    </w:p>
    <w:p w14:paraId="688E7E31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Geodetická dokumentace včetně schvalovacího protokolu od SŽG</w:t>
      </w:r>
    </w:p>
    <w:p w14:paraId="3D8C1503" w14:textId="151C60C0" w:rsidR="00DF7BAA" w:rsidRPr="00806A2C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color w:val="auto"/>
        </w:rPr>
      </w:pPr>
      <w:r w:rsidRPr="003432EF">
        <w:rPr>
          <w:i w:val="0"/>
          <w:color w:val="auto"/>
        </w:rPr>
        <w:t>Zpráva o nezávislém posouzení bezpečnosti, analýze a hodnocení rizik změny železniční infrastruktury, provedených podle nařízení Komise (EU)</w:t>
      </w:r>
    </w:p>
    <w:p w14:paraId="5FEF17C9" w14:textId="77777777" w:rsidR="008D366C" w:rsidRPr="000205F9" w:rsidRDefault="008D366C" w:rsidP="008D366C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>
        <w:rPr>
          <w:i w:val="0"/>
          <w:color w:val="auto"/>
        </w:rPr>
        <w:t>ES certifikát</w:t>
      </w:r>
      <w:r w:rsidRPr="000205F9">
        <w:rPr>
          <w:i w:val="0"/>
          <w:color w:val="auto"/>
        </w:rPr>
        <w:t xml:space="preserve"> o ověření subsystému</w:t>
      </w:r>
    </w:p>
    <w:p w14:paraId="420EED8E" w14:textId="77777777" w:rsidR="00DF7BAA" w:rsidRPr="0078060E" w:rsidRDefault="00DF7BAA" w:rsidP="00DF7BAA">
      <w:pPr>
        <w:pStyle w:val="Nadpis2-2"/>
      </w:pPr>
      <w:bookmarkStart w:id="36" w:name="_Toc6410441"/>
      <w:bookmarkStart w:id="37" w:name="_Toc68464471"/>
      <w:r w:rsidRPr="0078060E">
        <w:t>Zabezpečovací zařízení</w:t>
      </w:r>
      <w:bookmarkEnd w:id="36"/>
      <w:bookmarkEnd w:id="37"/>
    </w:p>
    <w:p w14:paraId="2586B6A4" w14:textId="77777777" w:rsidR="008D366C" w:rsidRPr="005044A4" w:rsidRDefault="008D366C" w:rsidP="008D366C">
      <w:pPr>
        <w:pStyle w:val="Text2-1"/>
      </w:pPr>
      <w:r w:rsidRPr="005044A4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12C724D4" w14:textId="77777777" w:rsidR="00DF7BAA" w:rsidRDefault="00DF7BAA" w:rsidP="001B396B">
      <w:pPr>
        <w:pStyle w:val="Text2-1"/>
        <w:numPr>
          <w:ilvl w:val="0"/>
          <w:numId w:val="0"/>
        </w:numPr>
        <w:ind w:left="737" w:hanging="737"/>
      </w:pPr>
    </w:p>
    <w:p w14:paraId="6B5C88C2" w14:textId="77777777" w:rsidR="00DF7BAA" w:rsidRPr="00C47B00" w:rsidRDefault="00DF7BAA" w:rsidP="00DF7BAA">
      <w:pPr>
        <w:pStyle w:val="Nadpis2-2"/>
      </w:pPr>
      <w:bookmarkStart w:id="38" w:name="_Toc6410449"/>
      <w:bookmarkStart w:id="39" w:name="_Toc68464475"/>
      <w:r w:rsidRPr="00C47B00">
        <w:t>Mosty, propustky a zdi</w:t>
      </w:r>
      <w:bookmarkEnd w:id="38"/>
      <w:bookmarkEnd w:id="39"/>
    </w:p>
    <w:p w14:paraId="57F7797B" w14:textId="21040E4D" w:rsidR="00DF7BAA" w:rsidRDefault="00D71DB5" w:rsidP="00D71DB5">
      <w:pPr>
        <w:pStyle w:val="Text2-1"/>
      </w:pPr>
      <w:r w:rsidRPr="00D71DB5">
        <w:t>Přechody kabelových tras přes mostní objekty budou p</w:t>
      </w:r>
      <w:r>
        <w:t xml:space="preserve">rovedeny dle projektu stavby a </w:t>
      </w:r>
      <w:r w:rsidRPr="00D71DB5">
        <w:t xml:space="preserve">připomínek správce (SMT) k </w:t>
      </w:r>
      <w:r w:rsidR="008D366C">
        <w:t>DSP</w:t>
      </w:r>
      <w:r w:rsidRPr="00D71DB5">
        <w:t>. Realizované uložení kabelových žlabů na mostech požadujeme odsouhlasit místním správcem SMT.</w:t>
      </w:r>
    </w:p>
    <w:p w14:paraId="4BFC3907" w14:textId="77777777" w:rsidR="00D71DB5" w:rsidRPr="00C47B00" w:rsidRDefault="00D71DB5" w:rsidP="00D71DB5">
      <w:pPr>
        <w:pStyle w:val="Text2-1"/>
      </w:pPr>
      <w:r w:rsidRPr="00D71DB5">
        <w:t>Zakreslení polohy kabelových rezerv v blízkosti mostů a propustků bude po dokončení stavby předáno SMT</w:t>
      </w:r>
      <w:r>
        <w:t>.</w:t>
      </w:r>
    </w:p>
    <w:p w14:paraId="2624971D" w14:textId="77777777" w:rsidR="00DF7BAA" w:rsidRDefault="00DF7BAA" w:rsidP="00DF7BAA">
      <w:pPr>
        <w:pStyle w:val="Nadpis2-2"/>
      </w:pPr>
      <w:bookmarkStart w:id="40" w:name="_Toc6410455"/>
      <w:bookmarkStart w:id="41" w:name="_Toc68464476"/>
      <w:r>
        <w:t>Pozemní stavební objekty</w:t>
      </w:r>
      <w:bookmarkEnd w:id="40"/>
      <w:bookmarkEnd w:id="41"/>
    </w:p>
    <w:p w14:paraId="64C5F7A5" w14:textId="3561E4F2" w:rsidR="0071361D" w:rsidRDefault="0071361D" w:rsidP="006470D5">
      <w:pPr>
        <w:pStyle w:val="Text2-1"/>
      </w:pPr>
      <w:r w:rsidRPr="0071361D">
        <w:t xml:space="preserve">Stavební část obou nově budovaných reléových domků u přejezdů P7346 a P7347 bude aktivována pod správu SPS OŘ Ostrava a jedno </w:t>
      </w:r>
      <w:proofErr w:type="spellStart"/>
      <w:r w:rsidRPr="0071361D">
        <w:t>paré</w:t>
      </w:r>
      <w:proofErr w:type="spellEnd"/>
      <w:r w:rsidRPr="0071361D">
        <w:t xml:space="preserve"> dokumentace </w:t>
      </w:r>
      <w:r>
        <w:t xml:space="preserve">skutečného provedení </w:t>
      </w:r>
      <w:r w:rsidRPr="0071361D">
        <w:t>stavební části bude předáno SPS</w:t>
      </w:r>
      <w:r w:rsidR="006470D5">
        <w:t xml:space="preserve"> OŘ Ostrava</w:t>
      </w:r>
      <w:r w:rsidRPr="0071361D">
        <w:t>.</w:t>
      </w:r>
    </w:p>
    <w:p w14:paraId="1C10F8F6" w14:textId="77777777" w:rsidR="00DF7BAA" w:rsidRDefault="00DF7BAA" w:rsidP="00DF7BAA">
      <w:pPr>
        <w:pStyle w:val="Nadpis2-2"/>
      </w:pPr>
      <w:bookmarkStart w:id="42" w:name="_Toc6410457"/>
      <w:bookmarkStart w:id="43" w:name="_Toc68464477"/>
      <w:r>
        <w:t>Vyzískaný materiál</w:t>
      </w:r>
      <w:bookmarkEnd w:id="42"/>
      <w:bookmarkEnd w:id="43"/>
    </w:p>
    <w:p w14:paraId="522BA3AC" w14:textId="77777777" w:rsidR="00DF7BAA" w:rsidRDefault="0005044E" w:rsidP="00DF7BAA">
      <w:pPr>
        <w:pStyle w:val="Text2-1"/>
      </w:pPr>
      <w:r w:rsidRPr="006C33D8">
        <w:t xml:space="preserve">Vyzískaný materiál ze stavby zůstává v majetku Objednatele. Vyzískaný materiál převezme </w:t>
      </w:r>
      <w:r w:rsidRPr="005F5F61">
        <w:t>protokolárně Oblastní ředitelství Ostrava</w:t>
      </w:r>
      <w:r w:rsidRPr="006C33D8">
        <w:t xml:space="preserve">. </w:t>
      </w:r>
      <w:r>
        <w:t>Případně zhotovitel zajistí jeho ekologickou likvidaci.</w:t>
      </w:r>
    </w:p>
    <w:p w14:paraId="6F32E110" w14:textId="77777777" w:rsidR="00DF7BAA" w:rsidRDefault="00DF7BAA" w:rsidP="00DF7BAA">
      <w:pPr>
        <w:pStyle w:val="Nadpis2-2"/>
      </w:pPr>
      <w:bookmarkStart w:id="44" w:name="_Toc6410458"/>
      <w:bookmarkStart w:id="45" w:name="_Toc68464478"/>
      <w:r>
        <w:t>Životní prostředí a nakládání s odpady</w:t>
      </w:r>
      <w:bookmarkEnd w:id="44"/>
      <w:bookmarkEnd w:id="45"/>
    </w:p>
    <w:p w14:paraId="0DF10C04" w14:textId="77777777" w:rsidR="001860E7" w:rsidRPr="00442E80" w:rsidRDefault="001860E7" w:rsidP="001860E7">
      <w:pPr>
        <w:pStyle w:val="Text2-1"/>
        <w:rPr>
          <w:rStyle w:val="Tun"/>
          <w:b w:val="0"/>
        </w:rPr>
      </w:pPr>
      <w:r w:rsidRPr="00442E80">
        <w:rPr>
          <w:rStyle w:val="Tun"/>
        </w:rPr>
        <w:t>Nakládání</w:t>
      </w:r>
      <w:r w:rsidRPr="00442E80">
        <w:rPr>
          <w:rStyle w:val="Tun"/>
          <w:b w:val="0"/>
        </w:rPr>
        <w:t xml:space="preserve"> </w:t>
      </w:r>
      <w:r w:rsidRPr="00442E80">
        <w:rPr>
          <w:rStyle w:val="Tun"/>
        </w:rPr>
        <w:t>s</w:t>
      </w:r>
      <w:r w:rsidRPr="00442E80">
        <w:rPr>
          <w:rStyle w:val="Tun"/>
          <w:b w:val="0"/>
        </w:rPr>
        <w:t xml:space="preserve"> </w:t>
      </w:r>
      <w:r w:rsidRPr="00442E80">
        <w:rPr>
          <w:rStyle w:val="Tun"/>
        </w:rPr>
        <w:t>odpady</w:t>
      </w:r>
      <w:r w:rsidRPr="00442E80">
        <w:rPr>
          <w:rStyle w:val="Tun"/>
          <w:b w:val="0"/>
        </w:rPr>
        <w:t xml:space="preserve"> </w:t>
      </w:r>
    </w:p>
    <w:p w14:paraId="7366A9D3" w14:textId="77777777" w:rsidR="001860E7" w:rsidRPr="00C47B00" w:rsidRDefault="001860E7" w:rsidP="001860E7">
      <w:pPr>
        <w:pStyle w:val="Text2-2"/>
      </w:pPr>
      <w:r w:rsidRPr="00C47B00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C47B00">
        <w:t xml:space="preserve">   </w:t>
      </w:r>
    </w:p>
    <w:p w14:paraId="448E0295" w14:textId="77777777" w:rsidR="001860E7" w:rsidRPr="00C47B00" w:rsidRDefault="001860E7" w:rsidP="001860E7">
      <w:pPr>
        <w:pStyle w:val="Text2-2"/>
      </w:pPr>
      <w:r w:rsidRPr="00C47B00">
        <w:rPr>
          <w:rStyle w:val="Tun"/>
        </w:rPr>
        <w:t xml:space="preserve">Polohy a vzdálenosti skládek pro likvidaci odpadů uvedené v Projektové dokumentaci jsou pouze informativní a slouží pro interní potřeby Objednatele a stavebního řízení. Umístění skládek není </w:t>
      </w:r>
      <w:r w:rsidRPr="00C47B00">
        <w:rPr>
          <w:rStyle w:val="Tun"/>
        </w:rPr>
        <w:lastRenderedPageBreak/>
        <w:t>podkladem pro výběrové řízení na zhotovitele stavby, má tedy pouze informativní charakter.</w:t>
      </w:r>
      <w:r w:rsidRPr="00C47B00">
        <w:t xml:space="preserve"> </w:t>
      </w:r>
    </w:p>
    <w:p w14:paraId="1705DC95" w14:textId="77777777" w:rsidR="00DF7BAA" w:rsidRDefault="00DF7BAA" w:rsidP="00DF7BAA">
      <w:pPr>
        <w:pStyle w:val="Nadpis2-1"/>
      </w:pPr>
      <w:bookmarkStart w:id="46" w:name="_Toc6410460"/>
      <w:bookmarkStart w:id="47" w:name="_Toc68464479"/>
      <w:r w:rsidRPr="00EC2E51">
        <w:t>ORGANIZACE</w:t>
      </w:r>
      <w:r>
        <w:t xml:space="preserve"> VÝSTAVBY, VÝLUKY</w:t>
      </w:r>
      <w:bookmarkEnd w:id="46"/>
      <w:bookmarkEnd w:id="47"/>
    </w:p>
    <w:p w14:paraId="56EBFA6C" w14:textId="77777777" w:rsidR="00DF7BAA" w:rsidRPr="00C47B00" w:rsidRDefault="00DF7BAA" w:rsidP="00DF7BAA">
      <w:pPr>
        <w:pStyle w:val="Text2-1"/>
      </w:pPr>
      <w:r w:rsidRPr="00C47B00">
        <w:t>Rozhodující milníky doporučeného časového harmonogramu: Při zpracování harmonogramu je nutné vycházet z jednotlivých stavebních postupů uvedených v ZOV a dodržet množs</w:t>
      </w:r>
      <w:r w:rsidR="009860B0" w:rsidRPr="00C47B00">
        <w:t>tví a délku předjednaných výluk.</w:t>
      </w:r>
    </w:p>
    <w:p w14:paraId="3D48814A" w14:textId="3BA0113F" w:rsidR="00B875C7" w:rsidRDefault="00B875C7" w:rsidP="00B875C7">
      <w:pPr>
        <w:pStyle w:val="Text2-1"/>
      </w:pPr>
      <w:r>
        <w:t>Plánovaná výluka pro předmětnou stavbu je od 19. 8. 2021 do 1. 9. 2021 (nepřetržitá).</w:t>
      </w:r>
    </w:p>
    <w:p w14:paraId="06C28032" w14:textId="77777777" w:rsidR="00B875C7" w:rsidRDefault="00B875C7" w:rsidP="00B875C7">
      <w:pPr>
        <w:pStyle w:val="Text2-1"/>
        <w:numPr>
          <w:ilvl w:val="0"/>
          <w:numId w:val="0"/>
        </w:numPr>
        <w:ind w:left="737"/>
      </w:pPr>
    </w:p>
    <w:p w14:paraId="7C68340B" w14:textId="77777777" w:rsidR="00DF7BAA" w:rsidRPr="00C47B00" w:rsidRDefault="00DF7BAA" w:rsidP="00DF7BAA">
      <w:pPr>
        <w:pStyle w:val="Nadpis2-1"/>
      </w:pPr>
      <w:bookmarkStart w:id="48" w:name="_Toc6410461"/>
      <w:bookmarkStart w:id="49" w:name="_Toc68464480"/>
      <w:r w:rsidRPr="00C47B00">
        <w:t>SOUVISEJÍCÍ DOKUMENTY A PŘEDPISY</w:t>
      </w:r>
      <w:bookmarkEnd w:id="48"/>
      <w:bookmarkEnd w:id="49"/>
    </w:p>
    <w:p w14:paraId="44A17C69" w14:textId="77777777" w:rsidR="009C4EEA" w:rsidRPr="00C47B00" w:rsidRDefault="009C4EEA" w:rsidP="009C4EEA">
      <w:pPr>
        <w:pStyle w:val="Text2-1"/>
      </w:pPr>
      <w:r w:rsidRPr="00C47B00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022EB013" w14:textId="77777777" w:rsidR="009C4EEA" w:rsidRPr="00C47B00" w:rsidRDefault="009C4EEA" w:rsidP="009C4EEA">
      <w:pPr>
        <w:pStyle w:val="Text2-1"/>
      </w:pPr>
      <w:r w:rsidRPr="00C47B00">
        <w:t xml:space="preserve">Objednatel umožňuje Zhotoviteli přístup ke svým dokumentům a vnitřním předpisům na svých webových stránkách: </w:t>
      </w:r>
    </w:p>
    <w:p w14:paraId="542579E8" w14:textId="77777777" w:rsidR="009C4EEA" w:rsidRPr="00C47B00" w:rsidRDefault="0086209F" w:rsidP="009C4EEA">
      <w:pPr>
        <w:pStyle w:val="Textbezslovn"/>
      </w:pPr>
      <w:hyperlink r:id="rId11" w:history="1">
        <w:r w:rsidR="009C4EEA" w:rsidRPr="00C47B00">
          <w:rPr>
            <w:rStyle w:val="Tun"/>
          </w:rPr>
          <w:t>www.</w:t>
        </w:r>
        <w:r w:rsidR="00A51ACE" w:rsidRPr="00C47B00">
          <w:rPr>
            <w:rStyle w:val="Tun"/>
          </w:rPr>
          <w:t>spravazeleznic</w:t>
        </w:r>
        <w:r w:rsidR="009C4EEA" w:rsidRPr="00C47B00">
          <w:rPr>
            <w:rStyle w:val="Tun"/>
          </w:rPr>
          <w:t>.cz</w:t>
        </w:r>
      </w:hyperlink>
      <w:r w:rsidR="009C4EEA" w:rsidRPr="00C47B00">
        <w:rPr>
          <w:rStyle w:val="Tun"/>
        </w:rPr>
        <w:t xml:space="preserve"> v sekci „O nás / Vnitřní předpisy / odkaz Dokumenty a</w:t>
      </w:r>
      <w:r w:rsidR="0012299E" w:rsidRPr="00C47B00">
        <w:rPr>
          <w:rStyle w:val="Tun"/>
        </w:rPr>
        <w:t> </w:t>
      </w:r>
      <w:r w:rsidR="009C4EEA" w:rsidRPr="00C47B00">
        <w:rPr>
          <w:rStyle w:val="Tun"/>
        </w:rPr>
        <w:t>předpisy“</w:t>
      </w:r>
      <w:r w:rsidR="009C4EEA" w:rsidRPr="00C47B00">
        <w:t xml:space="preserve"> (https://www.</w:t>
      </w:r>
      <w:r w:rsidR="00A51ACE" w:rsidRPr="00C47B00">
        <w:t>spravazeleznic</w:t>
      </w:r>
      <w:r w:rsidR="009C4EEA" w:rsidRPr="00C47B00">
        <w:t>.cz/o-nas/vnitrni-predpisy-spravy-zeleznic/</w:t>
      </w:r>
      <w:r w:rsidR="0012299E" w:rsidRPr="00C47B00">
        <w:br/>
      </w:r>
      <w:r w:rsidR="009C4EEA" w:rsidRPr="00C47B00">
        <w:t>dokumenty-a-</w:t>
      </w:r>
      <w:proofErr w:type="spellStart"/>
      <w:r w:rsidR="009C4EEA" w:rsidRPr="00C47B00">
        <w:t>predpisy</w:t>
      </w:r>
      <w:proofErr w:type="spellEnd"/>
      <w:r w:rsidR="009C4EEA" w:rsidRPr="00C47B00">
        <w:t>)</w:t>
      </w:r>
    </w:p>
    <w:p w14:paraId="3CC28B2E" w14:textId="77777777" w:rsidR="009C4EEA" w:rsidRPr="00C47B00" w:rsidRDefault="009C4EEA" w:rsidP="009C4EEA">
      <w:pPr>
        <w:pStyle w:val="Textbezslovn"/>
      </w:pPr>
      <w:r w:rsidRPr="00C47B00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0E6242A6" w14:textId="77777777" w:rsidR="009C4EEA" w:rsidRPr="00C47B00" w:rsidRDefault="009C4EEA" w:rsidP="009C4EEA">
      <w:pPr>
        <w:pStyle w:val="Textbezslovn"/>
        <w:keepNext/>
        <w:spacing w:after="0"/>
        <w:rPr>
          <w:rStyle w:val="Tun"/>
        </w:rPr>
      </w:pPr>
      <w:r w:rsidRPr="00C47B00">
        <w:rPr>
          <w:rStyle w:val="Tun"/>
        </w:rPr>
        <w:t>Správa železnic, státní organizace</w:t>
      </w:r>
    </w:p>
    <w:p w14:paraId="6AA39319" w14:textId="77777777" w:rsidR="009C4EEA" w:rsidRPr="00C47B00" w:rsidRDefault="009C4EEA" w:rsidP="009C4EEA">
      <w:pPr>
        <w:pStyle w:val="Textbezslovn"/>
        <w:keepNext/>
        <w:spacing w:after="0"/>
        <w:rPr>
          <w:rStyle w:val="Tun"/>
        </w:rPr>
      </w:pPr>
      <w:r w:rsidRPr="00C47B00">
        <w:rPr>
          <w:rStyle w:val="Tun"/>
        </w:rPr>
        <w:t xml:space="preserve">Centrum telematiky a diagnostiky </w:t>
      </w:r>
    </w:p>
    <w:p w14:paraId="204F1A26" w14:textId="77777777" w:rsidR="009C4EEA" w:rsidRPr="00C47B00" w:rsidRDefault="009C4EEA" w:rsidP="009C4EEA">
      <w:pPr>
        <w:pStyle w:val="Textbezslovn"/>
        <w:keepNext/>
        <w:spacing w:after="0"/>
        <w:rPr>
          <w:b/>
        </w:rPr>
      </w:pPr>
      <w:r w:rsidRPr="00C47B00">
        <w:rPr>
          <w:b/>
        </w:rPr>
        <w:t>Oddělení dokumentace a distribuce tiskových materiálů</w:t>
      </w:r>
    </w:p>
    <w:p w14:paraId="15AAE525" w14:textId="77777777" w:rsidR="009C4EEA" w:rsidRPr="00C47B00" w:rsidRDefault="009C4EEA" w:rsidP="009C4EEA">
      <w:pPr>
        <w:pStyle w:val="Textbezslovn"/>
        <w:keepNext/>
        <w:spacing w:after="0"/>
      </w:pPr>
      <w:r w:rsidRPr="00C47B00">
        <w:t>Jeremenkova 103/23</w:t>
      </w:r>
    </w:p>
    <w:p w14:paraId="58257EE7" w14:textId="77777777" w:rsidR="009C4EEA" w:rsidRPr="00C47B00" w:rsidRDefault="009C4EEA" w:rsidP="009C4EEA">
      <w:pPr>
        <w:pStyle w:val="Textbezslovn"/>
      </w:pPr>
      <w:r w:rsidRPr="00C47B00">
        <w:t>779 00 Olomouc</w:t>
      </w:r>
    </w:p>
    <w:p w14:paraId="3182422E" w14:textId="77777777" w:rsidR="009C4EEA" w:rsidRPr="00C47B00" w:rsidRDefault="009C4EEA" w:rsidP="009C4EEA">
      <w:pPr>
        <w:pStyle w:val="Textbezslovn"/>
      </w:pPr>
      <w:r w:rsidRPr="00C47B00">
        <w:t xml:space="preserve">nebo e-mail: </w:t>
      </w:r>
      <w:r w:rsidRPr="00C47B00">
        <w:rPr>
          <w:rStyle w:val="Tun"/>
        </w:rPr>
        <w:t>typdok@tudc.cz</w:t>
      </w:r>
    </w:p>
    <w:p w14:paraId="6D31A584" w14:textId="77777777" w:rsidR="009C4EEA" w:rsidRPr="00C47B00" w:rsidRDefault="009C4EEA" w:rsidP="009C4EEA">
      <w:pPr>
        <w:pStyle w:val="Textbezslovn"/>
        <w:spacing w:after="0"/>
      </w:pPr>
      <w:r w:rsidRPr="00C47B00">
        <w:t>kontaktní osoba: paní Jarmila Strnadová, tel.: 972 742 396, mobil: 725 039 782</w:t>
      </w:r>
    </w:p>
    <w:p w14:paraId="24A7ABBF" w14:textId="77777777" w:rsidR="009C4EEA" w:rsidRDefault="009C4EEA" w:rsidP="009C4EEA">
      <w:pPr>
        <w:pStyle w:val="Textbezslovn"/>
      </w:pPr>
      <w:r w:rsidRPr="00C47B00">
        <w:t>Ceníky: https://typdok.tudc.cz/</w:t>
      </w:r>
    </w:p>
    <w:p w14:paraId="4F747C5A" w14:textId="77777777" w:rsidR="00DF7BAA" w:rsidRDefault="00DF7BAA" w:rsidP="00DF7BAA">
      <w:pPr>
        <w:pStyle w:val="Nadpis2-1"/>
      </w:pPr>
      <w:bookmarkStart w:id="50" w:name="_Toc6410462"/>
      <w:bookmarkStart w:id="51" w:name="_Toc68464481"/>
      <w:r>
        <w:t>PŘÍLOHY</w:t>
      </w:r>
      <w:bookmarkEnd w:id="50"/>
      <w:bookmarkEnd w:id="51"/>
    </w:p>
    <w:p w14:paraId="42D36ADA" w14:textId="77777777" w:rsidR="00DF7BAA" w:rsidRPr="00EC2E51" w:rsidRDefault="00DF7BAA" w:rsidP="00DF7BAA">
      <w:pPr>
        <w:pStyle w:val="ZTPinfo-text"/>
      </w:pPr>
    </w:p>
    <w:p w14:paraId="43B70516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5F4AF94D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C72A6" w14:textId="77777777" w:rsidR="007A0C2B" w:rsidRDefault="007A0C2B" w:rsidP="00962258">
      <w:pPr>
        <w:spacing w:after="0" w:line="240" w:lineRule="auto"/>
      </w:pPr>
      <w:r>
        <w:separator/>
      </w:r>
    </w:p>
  </w:endnote>
  <w:endnote w:type="continuationSeparator" w:id="0">
    <w:p w14:paraId="2870F5D4" w14:textId="77777777" w:rsidR="007A0C2B" w:rsidRDefault="007A0C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875C7" w:rsidRPr="003462EB" w14:paraId="6F9E85A4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CD64BAF" w14:textId="5615B9BD" w:rsidR="00B875C7" w:rsidRPr="00B8518B" w:rsidRDefault="00B875C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209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209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2251AA" w14:textId="3C2AD9B1" w:rsidR="00B875C7" w:rsidRPr="003462EB" w:rsidRDefault="0086209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80,946 (P7346) a rekonstrukce PZS VÚD přejezdu P7347 v km 81,140 trati Ostrava-Kunčice – Valašské Meziříčí</w:t>
          </w:r>
          <w:r>
            <w:rPr>
              <w:noProof/>
            </w:rPr>
            <w:fldChar w:fldCharType="end"/>
          </w:r>
        </w:p>
        <w:p w14:paraId="23A3BF7A" w14:textId="77777777" w:rsidR="00B875C7" w:rsidRDefault="00B875C7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5BF56131" w14:textId="77777777" w:rsidR="00B875C7" w:rsidRPr="003462EB" w:rsidRDefault="00B875C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F79D38C" w14:textId="77777777" w:rsidR="00B875C7" w:rsidRPr="00614E71" w:rsidRDefault="00B875C7">
    <w:pPr>
      <w:pStyle w:val="Zpat"/>
      <w:rPr>
        <w:sz w:val="2"/>
        <w:szCs w:val="2"/>
      </w:rPr>
    </w:pPr>
  </w:p>
  <w:p w14:paraId="6FB57C25" w14:textId="77777777" w:rsidR="00B875C7" w:rsidRDefault="00B875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875C7" w:rsidRPr="009E09BE" w14:paraId="53890DA7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6D94EC2" w14:textId="14491C7B" w:rsidR="00B875C7" w:rsidRDefault="0086209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80,946 (P7346) a rekonstrukce PZS VÚD přejezdu P7347 v km 81,140 trati Ostrava-Kunčice – Valašské Meziříčí</w:t>
          </w:r>
          <w:r>
            <w:rPr>
              <w:noProof/>
            </w:rPr>
            <w:fldChar w:fldCharType="end"/>
          </w:r>
        </w:p>
        <w:p w14:paraId="39AF5F50" w14:textId="77777777" w:rsidR="00B875C7" w:rsidRDefault="00B875C7" w:rsidP="003B111D">
          <w:pPr>
            <w:pStyle w:val="Zpatvpravo"/>
          </w:pPr>
          <w:r>
            <w:t>Příloha č. 2 c)</w:t>
          </w:r>
        </w:p>
        <w:p w14:paraId="17E85D0D" w14:textId="77777777" w:rsidR="00B875C7" w:rsidRPr="003462EB" w:rsidRDefault="00B875C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8467F28" w14:textId="03EF5DE8" w:rsidR="00B875C7" w:rsidRPr="009E09BE" w:rsidRDefault="00B875C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209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209F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BDD9DA1" w14:textId="77777777" w:rsidR="00B875C7" w:rsidRPr="00B8518B" w:rsidRDefault="00B875C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4E278" w14:textId="77777777" w:rsidR="00B875C7" w:rsidRPr="00B8518B" w:rsidRDefault="00B875C7" w:rsidP="00460660">
    <w:pPr>
      <w:pStyle w:val="Zpat"/>
      <w:rPr>
        <w:sz w:val="2"/>
        <w:szCs w:val="2"/>
      </w:rPr>
    </w:pPr>
  </w:p>
  <w:p w14:paraId="4350E372" w14:textId="77777777" w:rsidR="00B875C7" w:rsidRDefault="00B875C7" w:rsidP="00757290">
    <w:pPr>
      <w:pStyle w:val="Zpatvlevo"/>
      <w:rPr>
        <w:rFonts w:cs="Calibri"/>
        <w:szCs w:val="12"/>
      </w:rPr>
    </w:pPr>
  </w:p>
  <w:p w14:paraId="11325BB1" w14:textId="77777777" w:rsidR="00B875C7" w:rsidRDefault="00B875C7" w:rsidP="00757290">
    <w:pPr>
      <w:pStyle w:val="Zpatvlevo"/>
    </w:pPr>
  </w:p>
  <w:p w14:paraId="53F44F85" w14:textId="77777777" w:rsidR="00B875C7" w:rsidRPr="005D19D8" w:rsidRDefault="00B875C7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5E9B8053" w14:textId="77777777" w:rsidR="00B875C7" w:rsidRPr="00460660" w:rsidRDefault="00B875C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6645F" w14:textId="77777777" w:rsidR="007A0C2B" w:rsidRDefault="007A0C2B" w:rsidP="00962258">
      <w:pPr>
        <w:spacing w:after="0" w:line="240" w:lineRule="auto"/>
      </w:pPr>
      <w:r>
        <w:separator/>
      </w:r>
    </w:p>
  </w:footnote>
  <w:footnote w:type="continuationSeparator" w:id="0">
    <w:p w14:paraId="0B6E61A1" w14:textId="77777777" w:rsidR="007A0C2B" w:rsidRDefault="007A0C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875C7" w14:paraId="3C92EA3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45CDEE" w14:textId="77777777" w:rsidR="00B875C7" w:rsidRPr="00B8518B" w:rsidRDefault="00B875C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A064B" w14:textId="77777777" w:rsidR="00B875C7" w:rsidRDefault="00B875C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CF7815F" wp14:editId="6E2AFED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6D03520" w14:textId="77777777" w:rsidR="00B875C7" w:rsidRPr="00D6163D" w:rsidRDefault="00B875C7" w:rsidP="00FC6389">
          <w:pPr>
            <w:pStyle w:val="Druhdokumentu"/>
          </w:pPr>
        </w:p>
      </w:tc>
    </w:tr>
    <w:tr w:rsidR="00B875C7" w14:paraId="2CC9472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2FEE6F" w14:textId="77777777" w:rsidR="00B875C7" w:rsidRPr="00B8518B" w:rsidRDefault="00B875C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DB09D8" w14:textId="77777777" w:rsidR="00B875C7" w:rsidRDefault="00B875C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6155E22" w14:textId="77777777" w:rsidR="00B875C7" w:rsidRPr="00D6163D" w:rsidRDefault="00B875C7" w:rsidP="00FC6389">
          <w:pPr>
            <w:pStyle w:val="Druhdokumentu"/>
          </w:pPr>
        </w:p>
      </w:tc>
    </w:tr>
  </w:tbl>
  <w:p w14:paraId="40BC3089" w14:textId="77777777" w:rsidR="00B875C7" w:rsidRPr="00D6163D" w:rsidRDefault="00B875C7" w:rsidP="00FC6389">
    <w:pPr>
      <w:pStyle w:val="Zhlav"/>
      <w:rPr>
        <w:sz w:val="8"/>
        <w:szCs w:val="8"/>
      </w:rPr>
    </w:pPr>
  </w:p>
  <w:p w14:paraId="0E9ED189" w14:textId="77777777" w:rsidR="00B875C7" w:rsidRPr="00460660" w:rsidRDefault="00B875C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23808C6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256D0148"/>
    <w:multiLevelType w:val="multilevel"/>
    <w:tmpl w:val="BCE8AE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1597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532201C3"/>
    <w:multiLevelType w:val="multilevel"/>
    <w:tmpl w:val="7B5E2DC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4308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446"/>
        </w:tabs>
        <w:ind w:left="1446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410"/>
        </w:tabs>
        <w:ind w:left="2410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76"/>
        </w:tabs>
        <w:ind w:left="1446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76"/>
        </w:tabs>
        <w:ind w:left="1446" w:hanging="737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14"/>
  </w:num>
  <w:num w:numId="16">
    <w:abstractNumId w:val="0"/>
  </w:num>
  <w:num w:numId="17">
    <w:abstractNumId w:val="6"/>
  </w:num>
  <w:num w:numId="18">
    <w:abstractNumId w:val="10"/>
  </w:num>
  <w:num w:numId="19">
    <w:abstractNumId w:val="8"/>
  </w:num>
  <w:num w:numId="20">
    <w:abstractNumId w:val="8"/>
  </w:num>
  <w:num w:numId="21">
    <w:abstractNumId w:val="5"/>
  </w:num>
  <w:num w:numId="22">
    <w:abstractNumId w:val="9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AF"/>
    <w:rsid w:val="00005B8A"/>
    <w:rsid w:val="00012EC4"/>
    <w:rsid w:val="000145C8"/>
    <w:rsid w:val="0001744E"/>
    <w:rsid w:val="00017F3C"/>
    <w:rsid w:val="00021D3A"/>
    <w:rsid w:val="00022FA5"/>
    <w:rsid w:val="00041EC8"/>
    <w:rsid w:val="0005044E"/>
    <w:rsid w:val="00054FC6"/>
    <w:rsid w:val="000566F0"/>
    <w:rsid w:val="0006465A"/>
    <w:rsid w:val="0006588D"/>
    <w:rsid w:val="00067A5E"/>
    <w:rsid w:val="000700DC"/>
    <w:rsid w:val="0007125C"/>
    <w:rsid w:val="000719BB"/>
    <w:rsid w:val="00072A65"/>
    <w:rsid w:val="00072C1E"/>
    <w:rsid w:val="000742F5"/>
    <w:rsid w:val="000768BE"/>
    <w:rsid w:val="00076B14"/>
    <w:rsid w:val="0008461A"/>
    <w:rsid w:val="0009438C"/>
    <w:rsid w:val="0009731D"/>
    <w:rsid w:val="000A2B28"/>
    <w:rsid w:val="000A503C"/>
    <w:rsid w:val="000A6E75"/>
    <w:rsid w:val="000B0ACB"/>
    <w:rsid w:val="000B408F"/>
    <w:rsid w:val="000B4EB8"/>
    <w:rsid w:val="000C41F2"/>
    <w:rsid w:val="000C61FE"/>
    <w:rsid w:val="000D22C4"/>
    <w:rsid w:val="000D27D1"/>
    <w:rsid w:val="000E1A7F"/>
    <w:rsid w:val="000E4E36"/>
    <w:rsid w:val="000E6DF3"/>
    <w:rsid w:val="000F15F1"/>
    <w:rsid w:val="00103B38"/>
    <w:rsid w:val="00104CC3"/>
    <w:rsid w:val="00112864"/>
    <w:rsid w:val="00114472"/>
    <w:rsid w:val="00114988"/>
    <w:rsid w:val="00114DE9"/>
    <w:rsid w:val="00115069"/>
    <w:rsid w:val="001150F2"/>
    <w:rsid w:val="0012299E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97D96"/>
    <w:rsid w:val="001A3B3C"/>
    <w:rsid w:val="001A649E"/>
    <w:rsid w:val="001B235C"/>
    <w:rsid w:val="001B396B"/>
    <w:rsid w:val="001B4180"/>
    <w:rsid w:val="001B4E74"/>
    <w:rsid w:val="001B6316"/>
    <w:rsid w:val="001B7668"/>
    <w:rsid w:val="001C645F"/>
    <w:rsid w:val="001D39DE"/>
    <w:rsid w:val="001E678E"/>
    <w:rsid w:val="002007BA"/>
    <w:rsid w:val="002038C9"/>
    <w:rsid w:val="002071BB"/>
    <w:rsid w:val="00207DF5"/>
    <w:rsid w:val="0022408D"/>
    <w:rsid w:val="00224E36"/>
    <w:rsid w:val="00232000"/>
    <w:rsid w:val="00233B31"/>
    <w:rsid w:val="00240B81"/>
    <w:rsid w:val="00240E11"/>
    <w:rsid w:val="00247D01"/>
    <w:rsid w:val="0025030F"/>
    <w:rsid w:val="00250479"/>
    <w:rsid w:val="00250AAA"/>
    <w:rsid w:val="002548B5"/>
    <w:rsid w:val="00261A5B"/>
    <w:rsid w:val="00262E5B"/>
    <w:rsid w:val="00264D52"/>
    <w:rsid w:val="002723B9"/>
    <w:rsid w:val="00276AFE"/>
    <w:rsid w:val="00286B2D"/>
    <w:rsid w:val="0029043F"/>
    <w:rsid w:val="002944A6"/>
    <w:rsid w:val="002A3B57"/>
    <w:rsid w:val="002A6E05"/>
    <w:rsid w:val="002B6B58"/>
    <w:rsid w:val="002C1924"/>
    <w:rsid w:val="002C31BF"/>
    <w:rsid w:val="002D2102"/>
    <w:rsid w:val="002D5B86"/>
    <w:rsid w:val="002D7FD6"/>
    <w:rsid w:val="002E0CD7"/>
    <w:rsid w:val="002E0CFB"/>
    <w:rsid w:val="002E5C7B"/>
    <w:rsid w:val="002E6D26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32EF"/>
    <w:rsid w:val="0034547A"/>
    <w:rsid w:val="003462EB"/>
    <w:rsid w:val="0034719F"/>
    <w:rsid w:val="00350A35"/>
    <w:rsid w:val="00355002"/>
    <w:rsid w:val="0035705E"/>
    <w:rsid w:val="003571D8"/>
    <w:rsid w:val="00357BC6"/>
    <w:rsid w:val="00361422"/>
    <w:rsid w:val="003729DD"/>
    <w:rsid w:val="0037545D"/>
    <w:rsid w:val="00376246"/>
    <w:rsid w:val="00386FF1"/>
    <w:rsid w:val="00392EB6"/>
    <w:rsid w:val="003956C6"/>
    <w:rsid w:val="003B111D"/>
    <w:rsid w:val="003B2407"/>
    <w:rsid w:val="003C33F2"/>
    <w:rsid w:val="003C6679"/>
    <w:rsid w:val="003C7295"/>
    <w:rsid w:val="003D0D51"/>
    <w:rsid w:val="003D1AEB"/>
    <w:rsid w:val="003D3906"/>
    <w:rsid w:val="003D756E"/>
    <w:rsid w:val="003D7905"/>
    <w:rsid w:val="003E2851"/>
    <w:rsid w:val="003E29C0"/>
    <w:rsid w:val="003E420D"/>
    <w:rsid w:val="003E4C13"/>
    <w:rsid w:val="003E735B"/>
    <w:rsid w:val="003F64A7"/>
    <w:rsid w:val="00404F88"/>
    <w:rsid w:val="004078F3"/>
    <w:rsid w:val="00412D61"/>
    <w:rsid w:val="0042581E"/>
    <w:rsid w:val="00427794"/>
    <w:rsid w:val="00431B09"/>
    <w:rsid w:val="00442257"/>
    <w:rsid w:val="00442E80"/>
    <w:rsid w:val="004461DF"/>
    <w:rsid w:val="00450F07"/>
    <w:rsid w:val="00453CD3"/>
    <w:rsid w:val="00460660"/>
    <w:rsid w:val="00463BD5"/>
    <w:rsid w:val="00464BA9"/>
    <w:rsid w:val="00464D4A"/>
    <w:rsid w:val="004716C4"/>
    <w:rsid w:val="004725AC"/>
    <w:rsid w:val="0047647C"/>
    <w:rsid w:val="004800F3"/>
    <w:rsid w:val="0048341C"/>
    <w:rsid w:val="00483969"/>
    <w:rsid w:val="00486107"/>
    <w:rsid w:val="004877A7"/>
    <w:rsid w:val="0049107E"/>
    <w:rsid w:val="00491827"/>
    <w:rsid w:val="00497800"/>
    <w:rsid w:val="004B55E0"/>
    <w:rsid w:val="004B7997"/>
    <w:rsid w:val="004C3255"/>
    <w:rsid w:val="004C4399"/>
    <w:rsid w:val="004C787C"/>
    <w:rsid w:val="004D7D8C"/>
    <w:rsid w:val="004D7F77"/>
    <w:rsid w:val="004E7A1F"/>
    <w:rsid w:val="004F4B9B"/>
    <w:rsid w:val="004F70CD"/>
    <w:rsid w:val="00500C8E"/>
    <w:rsid w:val="005044A4"/>
    <w:rsid w:val="0050666E"/>
    <w:rsid w:val="00511AB9"/>
    <w:rsid w:val="00513099"/>
    <w:rsid w:val="00515137"/>
    <w:rsid w:val="00523BB5"/>
    <w:rsid w:val="00523EA7"/>
    <w:rsid w:val="00525187"/>
    <w:rsid w:val="0052735A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C4F2D"/>
    <w:rsid w:val="005D3C39"/>
    <w:rsid w:val="005D7706"/>
    <w:rsid w:val="005D7B60"/>
    <w:rsid w:val="005E0049"/>
    <w:rsid w:val="005E1267"/>
    <w:rsid w:val="00601A8C"/>
    <w:rsid w:val="0060289C"/>
    <w:rsid w:val="0061068E"/>
    <w:rsid w:val="006115D3"/>
    <w:rsid w:val="00613D3A"/>
    <w:rsid w:val="006149D2"/>
    <w:rsid w:val="00614E71"/>
    <w:rsid w:val="00615F81"/>
    <w:rsid w:val="006208DF"/>
    <w:rsid w:val="00645371"/>
    <w:rsid w:val="006470D5"/>
    <w:rsid w:val="00655976"/>
    <w:rsid w:val="0065610E"/>
    <w:rsid w:val="006606DB"/>
    <w:rsid w:val="00660AD3"/>
    <w:rsid w:val="00662818"/>
    <w:rsid w:val="006776B6"/>
    <w:rsid w:val="0069136C"/>
    <w:rsid w:val="00693150"/>
    <w:rsid w:val="006944CC"/>
    <w:rsid w:val="006A019B"/>
    <w:rsid w:val="006A5570"/>
    <w:rsid w:val="006A689C"/>
    <w:rsid w:val="006A747D"/>
    <w:rsid w:val="006B13A8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1361D"/>
    <w:rsid w:val="00720802"/>
    <w:rsid w:val="00723ED1"/>
    <w:rsid w:val="00733AD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060E"/>
    <w:rsid w:val="00780AAF"/>
    <w:rsid w:val="007846E1"/>
    <w:rsid w:val="007847D6"/>
    <w:rsid w:val="00797BF3"/>
    <w:rsid w:val="007A0C2B"/>
    <w:rsid w:val="007A202B"/>
    <w:rsid w:val="007A5172"/>
    <w:rsid w:val="007A67A0"/>
    <w:rsid w:val="007A7D7C"/>
    <w:rsid w:val="007B133E"/>
    <w:rsid w:val="007B570C"/>
    <w:rsid w:val="007E0E61"/>
    <w:rsid w:val="007E4A6E"/>
    <w:rsid w:val="007F56A7"/>
    <w:rsid w:val="00800851"/>
    <w:rsid w:val="0080171C"/>
    <w:rsid w:val="008028FD"/>
    <w:rsid w:val="00803BF3"/>
    <w:rsid w:val="00806A2C"/>
    <w:rsid w:val="00807DD0"/>
    <w:rsid w:val="00810E5C"/>
    <w:rsid w:val="00814696"/>
    <w:rsid w:val="00814C9F"/>
    <w:rsid w:val="00816930"/>
    <w:rsid w:val="00821D01"/>
    <w:rsid w:val="00826B7B"/>
    <w:rsid w:val="0083197D"/>
    <w:rsid w:val="00834146"/>
    <w:rsid w:val="00846789"/>
    <w:rsid w:val="0086209F"/>
    <w:rsid w:val="00877C72"/>
    <w:rsid w:val="0088200B"/>
    <w:rsid w:val="00887F36"/>
    <w:rsid w:val="00890A4F"/>
    <w:rsid w:val="008950D6"/>
    <w:rsid w:val="008A01EA"/>
    <w:rsid w:val="008A23C0"/>
    <w:rsid w:val="008A3568"/>
    <w:rsid w:val="008A3ACD"/>
    <w:rsid w:val="008A4FE4"/>
    <w:rsid w:val="008B2B40"/>
    <w:rsid w:val="008B391B"/>
    <w:rsid w:val="008B588F"/>
    <w:rsid w:val="008C24A8"/>
    <w:rsid w:val="008C50F3"/>
    <w:rsid w:val="008C51A4"/>
    <w:rsid w:val="008C7EFE"/>
    <w:rsid w:val="008D03B9"/>
    <w:rsid w:val="008D2896"/>
    <w:rsid w:val="008D30C7"/>
    <w:rsid w:val="008D366C"/>
    <w:rsid w:val="008E54C8"/>
    <w:rsid w:val="008F18D6"/>
    <w:rsid w:val="008F2C9B"/>
    <w:rsid w:val="008F35FE"/>
    <w:rsid w:val="008F797B"/>
    <w:rsid w:val="009007FA"/>
    <w:rsid w:val="00904780"/>
    <w:rsid w:val="00904CC9"/>
    <w:rsid w:val="0090635B"/>
    <w:rsid w:val="009143AD"/>
    <w:rsid w:val="00914F81"/>
    <w:rsid w:val="00922385"/>
    <w:rsid w:val="009223DF"/>
    <w:rsid w:val="009226C1"/>
    <w:rsid w:val="00923406"/>
    <w:rsid w:val="00930A9B"/>
    <w:rsid w:val="00936091"/>
    <w:rsid w:val="00936D2A"/>
    <w:rsid w:val="00940D8A"/>
    <w:rsid w:val="00950944"/>
    <w:rsid w:val="00957F1F"/>
    <w:rsid w:val="00962258"/>
    <w:rsid w:val="009678B7"/>
    <w:rsid w:val="0097239D"/>
    <w:rsid w:val="00980EEF"/>
    <w:rsid w:val="009860B0"/>
    <w:rsid w:val="009903C3"/>
    <w:rsid w:val="009920E1"/>
    <w:rsid w:val="00992D9C"/>
    <w:rsid w:val="00996CB8"/>
    <w:rsid w:val="009A404E"/>
    <w:rsid w:val="009B2E97"/>
    <w:rsid w:val="009B5146"/>
    <w:rsid w:val="009C234C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F22F0"/>
    <w:rsid w:val="009F25DD"/>
    <w:rsid w:val="009F309B"/>
    <w:rsid w:val="009F392E"/>
    <w:rsid w:val="009F52B4"/>
    <w:rsid w:val="009F53C5"/>
    <w:rsid w:val="00A04D7F"/>
    <w:rsid w:val="00A0740E"/>
    <w:rsid w:val="00A36130"/>
    <w:rsid w:val="00A4050F"/>
    <w:rsid w:val="00A47B7A"/>
    <w:rsid w:val="00A50641"/>
    <w:rsid w:val="00A51307"/>
    <w:rsid w:val="00A51ACE"/>
    <w:rsid w:val="00A530BF"/>
    <w:rsid w:val="00A6177B"/>
    <w:rsid w:val="00A62E74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1F10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875C7"/>
    <w:rsid w:val="00B93566"/>
    <w:rsid w:val="00B97CC3"/>
    <w:rsid w:val="00BA2F47"/>
    <w:rsid w:val="00BC0405"/>
    <w:rsid w:val="00BC06C4"/>
    <w:rsid w:val="00BC704F"/>
    <w:rsid w:val="00BD6C04"/>
    <w:rsid w:val="00BD76C3"/>
    <w:rsid w:val="00BD7E91"/>
    <w:rsid w:val="00BD7F0D"/>
    <w:rsid w:val="00BE06DC"/>
    <w:rsid w:val="00BF54FE"/>
    <w:rsid w:val="00BF6922"/>
    <w:rsid w:val="00C01A3A"/>
    <w:rsid w:val="00C02D0A"/>
    <w:rsid w:val="00C03A6E"/>
    <w:rsid w:val="00C13860"/>
    <w:rsid w:val="00C21D2D"/>
    <w:rsid w:val="00C226C0"/>
    <w:rsid w:val="00C24A6A"/>
    <w:rsid w:val="00C30CA8"/>
    <w:rsid w:val="00C42A70"/>
    <w:rsid w:val="00C42FE6"/>
    <w:rsid w:val="00C44F6A"/>
    <w:rsid w:val="00C47B00"/>
    <w:rsid w:val="00C51B48"/>
    <w:rsid w:val="00C6198E"/>
    <w:rsid w:val="00C708EA"/>
    <w:rsid w:val="00C71821"/>
    <w:rsid w:val="00C73385"/>
    <w:rsid w:val="00C778A5"/>
    <w:rsid w:val="00C86957"/>
    <w:rsid w:val="00C93783"/>
    <w:rsid w:val="00C95162"/>
    <w:rsid w:val="00CB05FC"/>
    <w:rsid w:val="00CB6A37"/>
    <w:rsid w:val="00CB7684"/>
    <w:rsid w:val="00CC7C8F"/>
    <w:rsid w:val="00CD1FC4"/>
    <w:rsid w:val="00D0273B"/>
    <w:rsid w:val="00D034A0"/>
    <w:rsid w:val="00D0732C"/>
    <w:rsid w:val="00D12C76"/>
    <w:rsid w:val="00D21061"/>
    <w:rsid w:val="00D24AE7"/>
    <w:rsid w:val="00D322B7"/>
    <w:rsid w:val="00D4108E"/>
    <w:rsid w:val="00D521D0"/>
    <w:rsid w:val="00D52D11"/>
    <w:rsid w:val="00D6163D"/>
    <w:rsid w:val="00D71DB5"/>
    <w:rsid w:val="00D771F6"/>
    <w:rsid w:val="00D831A3"/>
    <w:rsid w:val="00D8421D"/>
    <w:rsid w:val="00D85204"/>
    <w:rsid w:val="00D90C8B"/>
    <w:rsid w:val="00D945B3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2F88"/>
    <w:rsid w:val="00DF4DDD"/>
    <w:rsid w:val="00DF7BAA"/>
    <w:rsid w:val="00E014A7"/>
    <w:rsid w:val="00E03018"/>
    <w:rsid w:val="00E03B03"/>
    <w:rsid w:val="00E04A7B"/>
    <w:rsid w:val="00E16FF7"/>
    <w:rsid w:val="00E1732F"/>
    <w:rsid w:val="00E2241A"/>
    <w:rsid w:val="00E26D68"/>
    <w:rsid w:val="00E3341A"/>
    <w:rsid w:val="00E44045"/>
    <w:rsid w:val="00E618C4"/>
    <w:rsid w:val="00E67218"/>
    <w:rsid w:val="00E7218A"/>
    <w:rsid w:val="00E80551"/>
    <w:rsid w:val="00E84C3A"/>
    <w:rsid w:val="00E878EE"/>
    <w:rsid w:val="00EA23AF"/>
    <w:rsid w:val="00EA69AC"/>
    <w:rsid w:val="00EA6A2E"/>
    <w:rsid w:val="00EA6EC7"/>
    <w:rsid w:val="00EB104F"/>
    <w:rsid w:val="00EB1EA8"/>
    <w:rsid w:val="00EB46E5"/>
    <w:rsid w:val="00EC613E"/>
    <w:rsid w:val="00ED0703"/>
    <w:rsid w:val="00ED14BD"/>
    <w:rsid w:val="00EF1373"/>
    <w:rsid w:val="00F016C7"/>
    <w:rsid w:val="00F11696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2B00"/>
    <w:rsid w:val="00F83AE6"/>
    <w:rsid w:val="00F84891"/>
    <w:rsid w:val="00F85B8B"/>
    <w:rsid w:val="00F86964"/>
    <w:rsid w:val="00F86BA6"/>
    <w:rsid w:val="00F8788B"/>
    <w:rsid w:val="00F97079"/>
    <w:rsid w:val="00FB445F"/>
    <w:rsid w:val="00FB5DE8"/>
    <w:rsid w:val="00FB6342"/>
    <w:rsid w:val="00FC6389"/>
    <w:rsid w:val="00FE5F22"/>
    <w:rsid w:val="00FE69DC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19D0CC"/>
  <w15:docId w15:val="{CD664F13-EEF0-42BB-AB45-746ACBA8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4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B2407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B240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B240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B2407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B2407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B240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B2407"/>
    <w:rPr>
      <w:rFonts w:ascii="Verdana" w:hAnsi="Verdana"/>
    </w:rPr>
  </w:style>
  <w:style w:type="paragraph" w:customStyle="1" w:styleId="Titul2">
    <w:name w:val="_Titul_2"/>
    <w:basedOn w:val="Normln"/>
    <w:qFormat/>
    <w:rsid w:val="003B240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B240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B240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B240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B240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B2407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B2407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B2407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B240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B240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B240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B2407"/>
    <w:rPr>
      <w:rFonts w:ascii="Verdana" w:hAnsi="Verdana"/>
    </w:rPr>
  </w:style>
  <w:style w:type="paragraph" w:customStyle="1" w:styleId="Odrka1-2-">
    <w:name w:val="_Odrážka_1-2_-"/>
    <w:basedOn w:val="Odrka1-1"/>
    <w:qFormat/>
    <w:rsid w:val="003B240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B240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B2407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B240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B240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B240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B2407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3B240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B240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B2407"/>
    <w:rPr>
      <w:rFonts w:ascii="Verdana" w:hAnsi="Verdana"/>
    </w:rPr>
  </w:style>
  <w:style w:type="paragraph" w:customStyle="1" w:styleId="Zkratky1">
    <w:name w:val="_Zkratky_1"/>
    <w:basedOn w:val="Normln"/>
    <w:qFormat/>
    <w:rsid w:val="003B240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B2407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B240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B240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B240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B240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B240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B240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B240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B240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B2407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B2407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B240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B2407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B240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B240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B2407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B2407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B240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B240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B240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B2407"/>
    <w:rPr>
      <w:sz w:val="16"/>
    </w:rPr>
  </w:style>
  <w:style w:type="paragraph" w:customStyle="1" w:styleId="Odrka1-5-">
    <w:name w:val="_Odrážka_1-5_-"/>
    <w:basedOn w:val="Odrka1-4"/>
    <w:qFormat/>
    <w:rsid w:val="00D12C76"/>
    <w:pPr>
      <w:numPr>
        <w:ilvl w:val="0"/>
        <w:numId w:val="0"/>
      </w:numPr>
      <w:tabs>
        <w:tab w:val="num" w:pos="2325"/>
      </w:tabs>
      <w:spacing w:after="40"/>
      <w:ind w:left="2325" w:hanging="284"/>
    </w:pPr>
  </w:style>
  <w:style w:type="paragraph" w:customStyle="1" w:styleId="Odstavec1-4a">
    <w:name w:val="_Odstavec_1-4_(a)"/>
    <w:basedOn w:val="Odstavec1-1a"/>
    <w:qFormat/>
    <w:rsid w:val="00D12C76"/>
    <w:pPr>
      <w:numPr>
        <w:numId w:val="0"/>
      </w:numPr>
      <w:tabs>
        <w:tab w:val="num" w:pos="2041"/>
      </w:tabs>
      <w:ind w:left="2041" w:hanging="340"/>
    </w:pPr>
  </w:style>
  <w:style w:type="table" w:customStyle="1" w:styleId="Mkatabulky1">
    <w:name w:val="Mřížka tabulky1"/>
    <w:basedOn w:val="Normlntabulka"/>
    <w:next w:val="Mkatabulky"/>
    <w:uiPriority w:val="59"/>
    <w:rsid w:val="000E6DF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acovn&#237;\V&#253;stavba%20PZS%20v%20km%2080,946%20(P7346)%20a%20rekonstrukce%20PZS%20V&#218;D%20p&#345;ejezdu%20P7347%20v%20km%2081,140%20trati%20Ova%20-%20Val.Mez\2021.02.09%20-%20&#381;&#225;dost%20na%20R\ZTP_R_VZOR_21020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294F6C3BB04DB6B21759FB22210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414FD-7A8E-4257-976B-8956985038C4}"/>
      </w:docPartPr>
      <w:docPartBody>
        <w:p w:rsidR="00961D55" w:rsidRDefault="003B622A">
          <w:pPr>
            <w:pStyle w:val="5A294F6C3BB04DB6B21759FB222105A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2A"/>
    <w:rsid w:val="00064ED5"/>
    <w:rsid w:val="003B622A"/>
    <w:rsid w:val="005B0472"/>
    <w:rsid w:val="00961D55"/>
    <w:rsid w:val="009E3F51"/>
    <w:rsid w:val="00A067BA"/>
    <w:rsid w:val="00AA3CF7"/>
    <w:rsid w:val="00B43716"/>
    <w:rsid w:val="00B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A294F6C3BB04DB6B21759FB222105AB">
    <w:name w:val="5A294F6C3BB04DB6B21759FB22210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3F386-EBB6-4892-B33F-9FADE713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ZTP_R_VZOR_210209</Template>
  <TotalTime>3265</TotalTime>
  <Pages>9</Pages>
  <Words>2908</Words>
  <Characters>17160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R_210209-B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R_210209-B</dc:title>
  <dc:creator>Šulák Richard, Ing.</dc:creator>
  <cp:lastModifiedBy>Přerovská Kamila, Ing.</cp:lastModifiedBy>
  <cp:revision>30</cp:revision>
  <cp:lastPrinted>2021-04-01T08:41:00Z</cp:lastPrinted>
  <dcterms:created xsi:type="dcterms:W3CDTF">2021-02-11T12:29:00Z</dcterms:created>
  <dcterms:modified xsi:type="dcterms:W3CDTF">2021-04-12T12:52:00Z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